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405E4" w14:textId="77777777" w:rsidR="006E5D65" w:rsidRPr="00695F36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95F36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95F36">
        <w:rPr>
          <w:rFonts w:ascii="Corbel" w:hAnsi="Corbel"/>
          <w:b/>
          <w:bCs/>
          <w:sz w:val="24"/>
          <w:szCs w:val="24"/>
        </w:rPr>
        <w:tab/>
      </w:r>
      <w:r w:rsidR="00CD6897" w:rsidRPr="00695F36">
        <w:rPr>
          <w:rFonts w:ascii="Corbel" w:hAnsi="Corbel"/>
          <w:b/>
          <w:bCs/>
          <w:sz w:val="24"/>
          <w:szCs w:val="24"/>
        </w:rPr>
        <w:tab/>
      </w:r>
      <w:r w:rsidR="00CD6897" w:rsidRPr="00695F36">
        <w:rPr>
          <w:rFonts w:ascii="Corbel" w:hAnsi="Corbel"/>
          <w:b/>
          <w:bCs/>
          <w:sz w:val="24"/>
          <w:szCs w:val="24"/>
        </w:rPr>
        <w:tab/>
      </w:r>
      <w:r w:rsidR="00CD6897" w:rsidRPr="00695F36">
        <w:rPr>
          <w:rFonts w:ascii="Corbel" w:hAnsi="Corbel"/>
          <w:b/>
          <w:bCs/>
          <w:sz w:val="24"/>
          <w:szCs w:val="24"/>
        </w:rPr>
        <w:tab/>
      </w:r>
      <w:r w:rsidR="00CD6897" w:rsidRPr="00695F36">
        <w:rPr>
          <w:rFonts w:ascii="Corbel" w:hAnsi="Corbel"/>
          <w:b/>
          <w:bCs/>
          <w:sz w:val="24"/>
          <w:szCs w:val="24"/>
        </w:rPr>
        <w:tab/>
      </w:r>
      <w:r w:rsidR="00CD6897" w:rsidRPr="00695F36">
        <w:rPr>
          <w:rFonts w:ascii="Corbel" w:hAnsi="Corbel"/>
          <w:b/>
          <w:bCs/>
          <w:sz w:val="24"/>
          <w:szCs w:val="24"/>
        </w:rPr>
        <w:tab/>
      </w:r>
      <w:r w:rsidR="00D8678B" w:rsidRPr="00695F3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95F36">
        <w:rPr>
          <w:rFonts w:ascii="Corbel" w:hAnsi="Corbel"/>
          <w:bCs/>
          <w:i/>
          <w:sz w:val="24"/>
          <w:szCs w:val="24"/>
        </w:rPr>
        <w:t>1.5</w:t>
      </w:r>
      <w:r w:rsidR="00D8678B" w:rsidRPr="00695F3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95F36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95F3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95F36">
        <w:rPr>
          <w:rFonts w:ascii="Corbel" w:hAnsi="Corbel"/>
          <w:bCs/>
          <w:i/>
          <w:sz w:val="24"/>
          <w:szCs w:val="24"/>
        </w:rPr>
        <w:t>12/2019</w:t>
      </w:r>
    </w:p>
    <w:p w14:paraId="1472DB11" w14:textId="77777777" w:rsidR="001B5229" w:rsidRPr="00FA5EF4" w:rsidRDefault="001B5229" w:rsidP="001B52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154AC97C" w14:textId="62C3F6F2" w:rsidR="001B5229" w:rsidRPr="00FA5EF4" w:rsidRDefault="001B5229" w:rsidP="001B522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="00C47908">
        <w:rPr>
          <w:rFonts w:ascii="Corbel" w:hAnsi="Corbel"/>
          <w:b/>
          <w:smallCaps/>
          <w:sz w:val="24"/>
          <w:szCs w:val="24"/>
        </w:rPr>
        <w:t>2019/2020 – 2023/2024</w:t>
      </w:r>
    </w:p>
    <w:p w14:paraId="71205743" w14:textId="77777777" w:rsidR="001B5229" w:rsidRDefault="001B5229" w:rsidP="001B522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 </w:t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00C08E8B" w14:textId="77777777" w:rsidR="001B5229" w:rsidRPr="00FA5EF4" w:rsidRDefault="001B5229" w:rsidP="001B522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76291EDE" w14:textId="6CD0158F" w:rsidR="001B5229" w:rsidRPr="00FA5EF4" w:rsidRDefault="001B5229" w:rsidP="001B522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</w:t>
      </w:r>
      <w:bookmarkStart w:id="0" w:name="_GoBack"/>
      <w:bookmarkEnd w:id="0"/>
      <w:r w:rsidR="00C47908">
        <w:rPr>
          <w:rFonts w:ascii="Corbel" w:hAnsi="Corbel"/>
          <w:sz w:val="24"/>
          <w:szCs w:val="24"/>
        </w:rPr>
        <w:t>2020/</w:t>
      </w:r>
      <w:r w:rsidR="00C36640">
        <w:rPr>
          <w:rFonts w:ascii="Corbel" w:hAnsi="Corbel"/>
          <w:sz w:val="24"/>
          <w:szCs w:val="24"/>
        </w:rPr>
        <w:t>2021</w:t>
      </w:r>
    </w:p>
    <w:p w14:paraId="22922995" w14:textId="77777777" w:rsidR="0085747A" w:rsidRPr="00695F3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51EC9A" w14:textId="77777777" w:rsidR="0085747A" w:rsidRPr="00695F36" w:rsidRDefault="0085747A" w:rsidP="0015495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695F36">
        <w:rPr>
          <w:rFonts w:ascii="Corbel" w:hAnsi="Corbel"/>
          <w:szCs w:val="24"/>
        </w:rPr>
        <w:t xml:space="preserve">Podstawowe </w:t>
      </w:r>
      <w:r w:rsidR="00445970" w:rsidRPr="00695F36">
        <w:rPr>
          <w:rFonts w:ascii="Corbel" w:hAnsi="Corbel"/>
          <w:szCs w:val="24"/>
        </w:rPr>
        <w:t>informacje o przedmiocie</w:t>
      </w:r>
    </w:p>
    <w:p w14:paraId="4DEEC7FB" w14:textId="77777777" w:rsidR="00154950" w:rsidRPr="00695F36" w:rsidRDefault="00154950" w:rsidP="00154950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95F36" w14:paraId="5E48D63D" w14:textId="77777777" w:rsidTr="00C47908">
        <w:tc>
          <w:tcPr>
            <w:tcW w:w="2694" w:type="dxa"/>
            <w:vAlign w:val="center"/>
          </w:tcPr>
          <w:p w14:paraId="5C7AC192" w14:textId="77777777" w:rsidR="0085747A" w:rsidRPr="00695F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60F2A0" w14:textId="77777777" w:rsidR="0085747A" w:rsidRPr="00C47908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color w:val="auto"/>
                <w:sz w:val="24"/>
                <w:szCs w:val="24"/>
              </w:rPr>
            </w:pPr>
            <w:r w:rsidRPr="00C47908">
              <w:rPr>
                <w:rFonts w:ascii="Corbel" w:hAnsi="Corbel"/>
                <w:color w:val="auto"/>
                <w:sz w:val="24"/>
                <w:szCs w:val="24"/>
              </w:rPr>
              <w:t>Prawo konstytucyjne</w:t>
            </w:r>
          </w:p>
        </w:tc>
      </w:tr>
      <w:tr w:rsidR="0085747A" w:rsidRPr="00695F36" w14:paraId="4372D503" w14:textId="77777777" w:rsidTr="00C47908">
        <w:tc>
          <w:tcPr>
            <w:tcW w:w="2694" w:type="dxa"/>
            <w:vAlign w:val="center"/>
          </w:tcPr>
          <w:p w14:paraId="2B4FD494" w14:textId="1044ADD2" w:rsidR="0085747A" w:rsidRPr="00695F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95F3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AF341" w14:textId="77777777" w:rsidR="0085747A" w:rsidRPr="00695F36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PRP12</w:t>
            </w:r>
          </w:p>
        </w:tc>
      </w:tr>
      <w:tr w:rsidR="0085747A" w:rsidRPr="00695F36" w14:paraId="0F42BA52" w14:textId="77777777" w:rsidTr="00C47908">
        <w:tc>
          <w:tcPr>
            <w:tcW w:w="2694" w:type="dxa"/>
            <w:vAlign w:val="center"/>
          </w:tcPr>
          <w:p w14:paraId="2762AA1C" w14:textId="4EC036A3" w:rsidR="0085747A" w:rsidRPr="00695F36" w:rsidRDefault="002D4C1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695F3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95F3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24BBBB" w14:textId="77777777" w:rsidR="0085747A" w:rsidRPr="00695F36" w:rsidRDefault="00BE39A8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47908" w:rsidRPr="00695F36" w14:paraId="04D66E1E" w14:textId="77777777" w:rsidTr="00C47908">
        <w:tc>
          <w:tcPr>
            <w:tcW w:w="2694" w:type="dxa"/>
            <w:vAlign w:val="center"/>
          </w:tcPr>
          <w:p w14:paraId="0DF296E9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94282F" w14:textId="3135998A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47908" w:rsidRPr="00695F36" w14:paraId="65172F6A" w14:textId="77777777" w:rsidTr="00C47908">
        <w:tc>
          <w:tcPr>
            <w:tcW w:w="2694" w:type="dxa"/>
            <w:vAlign w:val="center"/>
          </w:tcPr>
          <w:p w14:paraId="314B1C9D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9570DA" w14:textId="77777777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C47908" w:rsidRPr="00695F36" w14:paraId="1C1FCD92" w14:textId="77777777" w:rsidTr="00C47908">
        <w:tc>
          <w:tcPr>
            <w:tcW w:w="2694" w:type="dxa"/>
            <w:vAlign w:val="center"/>
          </w:tcPr>
          <w:p w14:paraId="4582D5A4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4AD024" w14:textId="77777777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C47908" w:rsidRPr="00695F36" w14:paraId="10C73A8B" w14:textId="77777777" w:rsidTr="00C47908">
        <w:tc>
          <w:tcPr>
            <w:tcW w:w="2694" w:type="dxa"/>
            <w:vAlign w:val="center"/>
          </w:tcPr>
          <w:p w14:paraId="0B1E2160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F3105B" w14:textId="77777777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C47908" w:rsidRPr="00695F36" w14:paraId="5FAEAA6A" w14:textId="77777777" w:rsidTr="00C47908">
        <w:tc>
          <w:tcPr>
            <w:tcW w:w="2694" w:type="dxa"/>
            <w:vAlign w:val="center"/>
          </w:tcPr>
          <w:p w14:paraId="461DA4E9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4C643E" w14:textId="77777777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C47908" w:rsidRPr="00695F36" w14:paraId="1CACEEC2" w14:textId="77777777" w:rsidTr="00C47908">
        <w:tc>
          <w:tcPr>
            <w:tcW w:w="2694" w:type="dxa"/>
            <w:vAlign w:val="center"/>
          </w:tcPr>
          <w:p w14:paraId="4ACC8324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2CFE5BB" w14:textId="77777777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III i IV</w:t>
            </w:r>
          </w:p>
        </w:tc>
      </w:tr>
      <w:tr w:rsidR="00C47908" w:rsidRPr="00695F36" w14:paraId="5C850369" w14:textId="77777777" w:rsidTr="00C47908">
        <w:tc>
          <w:tcPr>
            <w:tcW w:w="2694" w:type="dxa"/>
            <w:vAlign w:val="center"/>
          </w:tcPr>
          <w:p w14:paraId="31504851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F31BF9" w14:textId="77777777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C47908" w:rsidRPr="00695F36" w14:paraId="2AF89964" w14:textId="77777777" w:rsidTr="00C47908">
        <w:trPr>
          <w:trHeight w:val="132"/>
        </w:trPr>
        <w:tc>
          <w:tcPr>
            <w:tcW w:w="2694" w:type="dxa"/>
            <w:vAlign w:val="center"/>
          </w:tcPr>
          <w:p w14:paraId="75E0B8F8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24FC87" w14:textId="77777777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C47908" w:rsidRPr="00695F36" w14:paraId="532F9BBD" w14:textId="77777777" w:rsidTr="00C47908">
        <w:tc>
          <w:tcPr>
            <w:tcW w:w="2694" w:type="dxa"/>
            <w:vAlign w:val="center"/>
          </w:tcPr>
          <w:p w14:paraId="1E215CB5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EE5B42" w14:textId="77777777" w:rsidR="00C47908" w:rsidRPr="00695F36" w:rsidRDefault="00C47908" w:rsidP="00C4790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Radosław Grabowski, prof. UR</w:t>
            </w:r>
          </w:p>
        </w:tc>
      </w:tr>
      <w:tr w:rsidR="00C47908" w:rsidRPr="00695F36" w14:paraId="7BD91B14" w14:textId="77777777" w:rsidTr="00C47908">
        <w:tc>
          <w:tcPr>
            <w:tcW w:w="2694" w:type="dxa"/>
            <w:vAlign w:val="center"/>
          </w:tcPr>
          <w:p w14:paraId="6476744E" w14:textId="77777777" w:rsidR="00C47908" w:rsidRPr="00695F36" w:rsidRDefault="00C47908" w:rsidP="00C47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B94B06" w14:textId="77777777" w:rsidR="00C47908" w:rsidRDefault="00C47908" w:rsidP="00C47908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Radosław Grabowski, prof. UR, </w:t>
            </w:r>
          </w:p>
          <w:p w14:paraId="3B124102" w14:textId="77777777" w:rsidR="00C47908" w:rsidRDefault="00C47908" w:rsidP="00C47908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Beata Stępień-Załucka, prof. UR, </w:t>
            </w:r>
          </w:p>
          <w:p w14:paraId="2F58C70D" w14:textId="6E9090DC" w:rsidR="00C47908" w:rsidRPr="00695F36" w:rsidRDefault="00C47908" w:rsidP="00C47908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Justyna Ciechanowska, dr Katarzyna Szwed </w:t>
            </w:r>
          </w:p>
        </w:tc>
      </w:tr>
    </w:tbl>
    <w:p w14:paraId="52F0DAE8" w14:textId="77777777" w:rsidR="0085747A" w:rsidRPr="00695F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95F36">
        <w:rPr>
          <w:rFonts w:ascii="Corbel" w:hAnsi="Corbel"/>
          <w:sz w:val="24"/>
          <w:szCs w:val="24"/>
        </w:rPr>
        <w:t xml:space="preserve">* </w:t>
      </w:r>
      <w:r w:rsidRPr="00695F36">
        <w:rPr>
          <w:rFonts w:ascii="Corbel" w:hAnsi="Corbel"/>
          <w:i/>
          <w:sz w:val="24"/>
          <w:szCs w:val="24"/>
        </w:rPr>
        <w:t>-</w:t>
      </w:r>
      <w:r w:rsidR="00B90885" w:rsidRPr="00695F3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95F36">
        <w:rPr>
          <w:rFonts w:ascii="Corbel" w:hAnsi="Corbel"/>
          <w:b w:val="0"/>
          <w:sz w:val="24"/>
          <w:szCs w:val="24"/>
        </w:rPr>
        <w:t>e,</w:t>
      </w:r>
      <w:r w:rsidRPr="00695F36">
        <w:rPr>
          <w:rFonts w:ascii="Corbel" w:hAnsi="Corbel"/>
          <w:i/>
          <w:sz w:val="24"/>
          <w:szCs w:val="24"/>
        </w:rPr>
        <w:t xml:space="preserve"> </w:t>
      </w:r>
      <w:r w:rsidRPr="00695F3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95F36">
        <w:rPr>
          <w:rFonts w:ascii="Corbel" w:hAnsi="Corbel"/>
          <w:b w:val="0"/>
          <w:i/>
          <w:sz w:val="24"/>
          <w:szCs w:val="24"/>
        </w:rPr>
        <w:t>w Jednostce</w:t>
      </w:r>
    </w:p>
    <w:p w14:paraId="7D0ACDDE" w14:textId="77777777" w:rsidR="00923D7D" w:rsidRPr="00695F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288CAD1" w14:textId="77777777" w:rsidR="0085747A" w:rsidRPr="00695F3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95F36">
        <w:rPr>
          <w:rFonts w:ascii="Corbel" w:hAnsi="Corbel"/>
          <w:sz w:val="24"/>
          <w:szCs w:val="24"/>
        </w:rPr>
        <w:t>1.</w:t>
      </w:r>
      <w:r w:rsidR="00E22FBC" w:rsidRPr="00695F36">
        <w:rPr>
          <w:rFonts w:ascii="Corbel" w:hAnsi="Corbel"/>
          <w:sz w:val="24"/>
          <w:szCs w:val="24"/>
        </w:rPr>
        <w:t>1</w:t>
      </w:r>
      <w:r w:rsidRPr="00695F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4D96F7E" w14:textId="77777777" w:rsidR="00923D7D" w:rsidRPr="00695F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95F36" w14:paraId="2F3850D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1E1F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5F36">
              <w:rPr>
                <w:rFonts w:ascii="Corbel" w:hAnsi="Corbel"/>
                <w:szCs w:val="24"/>
              </w:rPr>
              <w:t>Semestr</w:t>
            </w:r>
          </w:p>
          <w:p w14:paraId="446B7416" w14:textId="77777777" w:rsidR="00015B8F" w:rsidRPr="00695F3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5F36">
              <w:rPr>
                <w:rFonts w:ascii="Corbel" w:hAnsi="Corbel"/>
                <w:szCs w:val="24"/>
              </w:rPr>
              <w:t>(</w:t>
            </w:r>
            <w:r w:rsidR="00363F78" w:rsidRPr="00695F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14E40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5F36">
              <w:rPr>
                <w:rFonts w:ascii="Corbel" w:hAnsi="Corbel"/>
                <w:szCs w:val="24"/>
              </w:rPr>
              <w:t>Wykł</w:t>
            </w:r>
            <w:proofErr w:type="spellEnd"/>
            <w:r w:rsidRPr="00695F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DA6B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5F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2DAA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5F36">
              <w:rPr>
                <w:rFonts w:ascii="Corbel" w:hAnsi="Corbel"/>
                <w:szCs w:val="24"/>
              </w:rPr>
              <w:t>Konw</w:t>
            </w:r>
            <w:proofErr w:type="spellEnd"/>
            <w:r w:rsidRPr="00695F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790B8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5F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EB5C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5F36">
              <w:rPr>
                <w:rFonts w:ascii="Corbel" w:hAnsi="Corbel"/>
                <w:szCs w:val="24"/>
              </w:rPr>
              <w:t>Sem</w:t>
            </w:r>
            <w:proofErr w:type="spellEnd"/>
            <w:r w:rsidRPr="00695F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D26D4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5F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56F9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5F36">
              <w:rPr>
                <w:rFonts w:ascii="Corbel" w:hAnsi="Corbel"/>
                <w:szCs w:val="24"/>
              </w:rPr>
              <w:t>Prakt</w:t>
            </w:r>
            <w:proofErr w:type="spellEnd"/>
            <w:r w:rsidRPr="00695F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084FF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5F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B02D4" w14:textId="77777777" w:rsidR="00015B8F" w:rsidRPr="00695F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95F36">
              <w:rPr>
                <w:rFonts w:ascii="Corbel" w:hAnsi="Corbel"/>
                <w:b/>
                <w:szCs w:val="24"/>
              </w:rPr>
              <w:t>Liczba pkt</w:t>
            </w:r>
            <w:r w:rsidR="00B90885" w:rsidRPr="00695F36">
              <w:rPr>
                <w:rFonts w:ascii="Corbel" w:hAnsi="Corbel"/>
                <w:b/>
                <w:szCs w:val="24"/>
              </w:rPr>
              <w:t>.</w:t>
            </w:r>
            <w:r w:rsidRPr="00695F3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94B6D" w:rsidRPr="00695F36" w14:paraId="1DF801CB" w14:textId="77777777" w:rsidTr="003D011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0912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I</w:t>
            </w:r>
            <w:r w:rsidR="00E40B19" w:rsidRPr="00695F36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BD85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8A2E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F216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F4A2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BEFF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15CD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3927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48BA6" w14:textId="77777777" w:rsidR="00394B6D" w:rsidRPr="00695F36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BE2A29" w14:textId="77777777" w:rsidR="00394B6D" w:rsidRDefault="00F40B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00642BFC" w14:textId="77777777" w:rsidR="00F40BD8" w:rsidRPr="00695F36" w:rsidRDefault="00F40B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94B6D" w:rsidRPr="00695F36" w14:paraId="523495B9" w14:textId="77777777" w:rsidTr="00C4790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98C5" w14:textId="77777777" w:rsidR="00394B6D" w:rsidRPr="00695F36" w:rsidRDefault="00E40B19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A57E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AA24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F8F9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56C0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EBFB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A2B2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6E71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AE8E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5EB1" w14:textId="77777777" w:rsidR="00394B6D" w:rsidRPr="00695F36" w:rsidRDefault="00394B6D" w:rsidP="00C4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660C9ED" w14:textId="77777777" w:rsidR="00923D7D" w:rsidRPr="00695F3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2F5C46" w14:textId="77777777" w:rsidR="00923D7D" w:rsidRPr="00695F3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F38E5E" w14:textId="77777777" w:rsidR="0085747A" w:rsidRPr="00695F36" w:rsidRDefault="0085747A" w:rsidP="00E40B19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95F36">
        <w:rPr>
          <w:rFonts w:ascii="Corbel" w:hAnsi="Corbel"/>
          <w:smallCaps w:val="0"/>
          <w:szCs w:val="24"/>
        </w:rPr>
        <w:t xml:space="preserve">Sposób realizacji zajęć  </w:t>
      </w:r>
    </w:p>
    <w:p w14:paraId="7BA99B0A" w14:textId="77777777" w:rsidR="00695F36" w:rsidRPr="00695F36" w:rsidRDefault="0085747A" w:rsidP="00695F36">
      <w:pPr>
        <w:pStyle w:val="Punktygwne"/>
        <w:numPr>
          <w:ilvl w:val="0"/>
          <w:numId w:val="11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695F3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4ADC83E" w14:textId="77777777" w:rsidR="0085747A" w:rsidRPr="00695F36" w:rsidRDefault="0085747A" w:rsidP="00695F36">
      <w:pPr>
        <w:pStyle w:val="Punktygwne"/>
        <w:numPr>
          <w:ilvl w:val="0"/>
          <w:numId w:val="11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695F36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9E7C4E0" w14:textId="77777777" w:rsidR="0085747A" w:rsidRPr="00695F3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786A64" w14:textId="77777777" w:rsidR="00E22FBC" w:rsidRPr="00695F36" w:rsidRDefault="00E22FBC" w:rsidP="00E40B19">
      <w:pPr>
        <w:pStyle w:val="Punktygwne"/>
        <w:numPr>
          <w:ilvl w:val="1"/>
          <w:numId w:val="6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695F36">
        <w:rPr>
          <w:rFonts w:ascii="Corbel" w:hAnsi="Corbel"/>
          <w:smallCaps w:val="0"/>
          <w:szCs w:val="24"/>
        </w:rPr>
        <w:t>For</w:t>
      </w:r>
      <w:r w:rsidR="00445970" w:rsidRPr="00695F36">
        <w:rPr>
          <w:rFonts w:ascii="Corbel" w:hAnsi="Corbel"/>
          <w:smallCaps w:val="0"/>
          <w:szCs w:val="24"/>
        </w:rPr>
        <w:t xml:space="preserve">ma zaliczenia przedmiotu </w:t>
      </w:r>
      <w:r w:rsidRPr="00695F36">
        <w:rPr>
          <w:rFonts w:ascii="Corbel" w:hAnsi="Corbel"/>
          <w:smallCaps w:val="0"/>
          <w:szCs w:val="24"/>
        </w:rPr>
        <w:t xml:space="preserve"> (z toku) </w:t>
      </w:r>
      <w:r w:rsidRPr="00695F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5964DD3" w14:textId="77777777" w:rsidR="009C54AE" w:rsidRPr="00695F36" w:rsidRDefault="002E7BA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95F36">
        <w:rPr>
          <w:rFonts w:ascii="Corbel" w:hAnsi="Corbel"/>
          <w:b w:val="0"/>
          <w:szCs w:val="24"/>
        </w:rPr>
        <w:tab/>
        <w:t>wykład – egzamin</w:t>
      </w:r>
    </w:p>
    <w:p w14:paraId="22348D24" w14:textId="77777777" w:rsidR="002E7BA4" w:rsidRPr="00695F36" w:rsidRDefault="002E7BA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95F36">
        <w:rPr>
          <w:rFonts w:ascii="Corbel" w:hAnsi="Corbel"/>
          <w:b w:val="0"/>
          <w:szCs w:val="24"/>
        </w:rPr>
        <w:tab/>
        <w:t>Ćwiczenia – zaliczenie z oceną</w:t>
      </w:r>
    </w:p>
    <w:p w14:paraId="551770B9" w14:textId="77777777" w:rsidR="00E960BB" w:rsidRPr="00695F3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4C5074" w14:textId="7F000CAF" w:rsidR="00E960BB" w:rsidRDefault="00C4790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5747A" w:rsidRPr="00695F36">
        <w:rPr>
          <w:rFonts w:ascii="Corbel" w:hAnsi="Corbel"/>
          <w:szCs w:val="24"/>
        </w:rPr>
        <w:lastRenderedPageBreak/>
        <w:t xml:space="preserve">2.Wymagania wstępne </w:t>
      </w:r>
    </w:p>
    <w:p w14:paraId="3FF38B70" w14:textId="77777777" w:rsidR="00C47908" w:rsidRPr="00695F36" w:rsidRDefault="00C4790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5F36" w14:paraId="736517CC" w14:textId="77777777" w:rsidTr="00745302">
        <w:tc>
          <w:tcPr>
            <w:tcW w:w="9670" w:type="dxa"/>
          </w:tcPr>
          <w:p w14:paraId="2DB77DE2" w14:textId="77777777" w:rsidR="0085747A" w:rsidRPr="00695F36" w:rsidRDefault="00430F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Nauka o państwie i polityce</w:t>
            </w:r>
          </w:p>
        </w:tc>
      </w:tr>
    </w:tbl>
    <w:p w14:paraId="084EDF01" w14:textId="77777777" w:rsidR="00153C41" w:rsidRPr="00695F3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CDE06F" w14:textId="77777777" w:rsidR="0085747A" w:rsidRPr="00695F36" w:rsidRDefault="00A84C85" w:rsidP="00C47908">
      <w:pPr>
        <w:pStyle w:val="Punktygwne"/>
        <w:numPr>
          <w:ilvl w:val="0"/>
          <w:numId w:val="7"/>
        </w:numPr>
        <w:spacing w:before="0" w:after="0"/>
        <w:ind w:left="284" w:hanging="284"/>
        <w:rPr>
          <w:rFonts w:ascii="Corbel" w:hAnsi="Corbel"/>
          <w:szCs w:val="24"/>
        </w:rPr>
      </w:pPr>
      <w:r w:rsidRPr="00695F36">
        <w:rPr>
          <w:rFonts w:ascii="Corbel" w:hAnsi="Corbel"/>
          <w:szCs w:val="24"/>
        </w:rPr>
        <w:t>cele, efekty uczenia się</w:t>
      </w:r>
      <w:r w:rsidR="0085747A" w:rsidRPr="00695F36">
        <w:rPr>
          <w:rFonts w:ascii="Corbel" w:hAnsi="Corbel"/>
          <w:szCs w:val="24"/>
        </w:rPr>
        <w:t xml:space="preserve"> , treści Programowe i stosowane metody Dydaktyczne</w:t>
      </w:r>
    </w:p>
    <w:p w14:paraId="7927EF91" w14:textId="77777777" w:rsidR="0085747A" w:rsidRPr="00695F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1E8770" w14:textId="77777777" w:rsidR="0085747A" w:rsidRPr="00695F3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95F36">
        <w:rPr>
          <w:rFonts w:ascii="Corbel" w:hAnsi="Corbel"/>
          <w:sz w:val="24"/>
          <w:szCs w:val="24"/>
        </w:rPr>
        <w:t xml:space="preserve">3.1 </w:t>
      </w:r>
      <w:r w:rsidR="00C05F44" w:rsidRPr="00695F36">
        <w:rPr>
          <w:rFonts w:ascii="Corbel" w:hAnsi="Corbel"/>
          <w:sz w:val="24"/>
          <w:szCs w:val="24"/>
        </w:rPr>
        <w:t>Cele przedmiotu</w:t>
      </w:r>
    </w:p>
    <w:p w14:paraId="0A3E8D9C" w14:textId="77777777" w:rsidR="00F83B28" w:rsidRPr="00695F3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95F36" w14:paraId="5E3FA0DB" w14:textId="77777777" w:rsidTr="00923D7D">
        <w:tc>
          <w:tcPr>
            <w:tcW w:w="851" w:type="dxa"/>
            <w:vAlign w:val="center"/>
          </w:tcPr>
          <w:p w14:paraId="1CCB5CCF" w14:textId="77777777" w:rsidR="0085747A" w:rsidRPr="00695F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B44173" w14:textId="77777777" w:rsidR="0085747A" w:rsidRPr="00695F36" w:rsidRDefault="002E7B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F36">
              <w:rPr>
                <w:rFonts w:ascii="Corbel" w:hAnsi="Corbel"/>
                <w:b w:val="0"/>
                <w:sz w:val="24"/>
                <w:szCs w:val="24"/>
              </w:rPr>
              <w:t>Celem prowadzonych zajęć jest zapoznanie studenta z przyjętą na gruncie Konstytucji z 1997 r. konstrukcją ustroju państwowego III RP (geneza ustrojowa, zasady, mechanizmy i instytucje prawne, orzecznictwo, doktryna, praktyka ustrojowa)</w:t>
            </w:r>
          </w:p>
        </w:tc>
      </w:tr>
    </w:tbl>
    <w:p w14:paraId="4A0AE7B8" w14:textId="77777777" w:rsidR="0085747A" w:rsidRPr="00695F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868D8" w14:textId="77777777" w:rsidR="001D7B54" w:rsidRPr="00695F3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95F36">
        <w:rPr>
          <w:rFonts w:ascii="Corbel" w:hAnsi="Corbel"/>
          <w:b/>
          <w:sz w:val="24"/>
          <w:szCs w:val="24"/>
        </w:rPr>
        <w:t xml:space="preserve">3.2 </w:t>
      </w:r>
      <w:r w:rsidR="001D7B54" w:rsidRPr="00695F36">
        <w:rPr>
          <w:rFonts w:ascii="Corbel" w:hAnsi="Corbel"/>
          <w:b/>
          <w:sz w:val="24"/>
          <w:szCs w:val="24"/>
        </w:rPr>
        <w:t xml:space="preserve">Efekty </w:t>
      </w:r>
      <w:r w:rsidR="00C05F44" w:rsidRPr="00695F3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95F36">
        <w:rPr>
          <w:rFonts w:ascii="Corbel" w:hAnsi="Corbel"/>
          <w:b/>
          <w:sz w:val="24"/>
          <w:szCs w:val="24"/>
        </w:rPr>
        <w:t>dla przedmiotu</w:t>
      </w:r>
      <w:r w:rsidR="00445970" w:rsidRPr="00695F36">
        <w:rPr>
          <w:rFonts w:ascii="Corbel" w:hAnsi="Corbel"/>
          <w:sz w:val="24"/>
          <w:szCs w:val="24"/>
        </w:rPr>
        <w:t xml:space="preserve"> </w:t>
      </w:r>
    </w:p>
    <w:p w14:paraId="038AE8A2" w14:textId="77777777" w:rsidR="001D7B54" w:rsidRPr="00695F3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386"/>
        <w:gridCol w:w="2687"/>
      </w:tblGrid>
      <w:tr w:rsidR="0085747A" w:rsidRPr="00695F36" w14:paraId="5CC59698" w14:textId="77777777" w:rsidTr="00C47908">
        <w:tc>
          <w:tcPr>
            <w:tcW w:w="1447" w:type="dxa"/>
            <w:vAlign w:val="center"/>
          </w:tcPr>
          <w:p w14:paraId="030B513E" w14:textId="77777777" w:rsidR="0085747A" w:rsidRPr="00695F36" w:rsidRDefault="0085747A" w:rsidP="00C479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95F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95F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386" w:type="dxa"/>
            <w:vAlign w:val="center"/>
          </w:tcPr>
          <w:p w14:paraId="64386873" w14:textId="77777777" w:rsidR="0085747A" w:rsidRPr="00695F36" w:rsidRDefault="0085747A" w:rsidP="00C479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687" w:type="dxa"/>
            <w:vAlign w:val="center"/>
          </w:tcPr>
          <w:p w14:paraId="630BF512" w14:textId="77777777" w:rsidR="0085747A" w:rsidRPr="00695F36" w:rsidRDefault="0085747A" w:rsidP="00C479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95F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0F9C" w:rsidRPr="00695F36" w14:paraId="7D663C46" w14:textId="77777777" w:rsidTr="00C47908">
        <w:tc>
          <w:tcPr>
            <w:tcW w:w="1447" w:type="dxa"/>
          </w:tcPr>
          <w:p w14:paraId="232F2401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6" w:type="dxa"/>
          </w:tcPr>
          <w:p w14:paraId="62850B95" w14:textId="2726589F" w:rsidR="00430F9C" w:rsidRPr="00695F36" w:rsidRDefault="00430F9C" w:rsidP="00C479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definiuje podstawowe pojęcia z zakresu prawa konstytucyjnego</w:t>
            </w:r>
            <w:r w:rsidR="005371D3">
              <w:rPr>
                <w:rFonts w:ascii="Corbel" w:eastAsia="Times New Roman" w:hAnsi="Corbel"/>
                <w:sz w:val="24"/>
                <w:szCs w:val="24"/>
                <w:lang w:eastAsia="pl-PL"/>
              </w:rPr>
              <w:t>, a także zna usytuowanie i znaczenie prawa konstytucyjnego w systemie nauk prawnych</w:t>
            </w:r>
          </w:p>
        </w:tc>
        <w:tc>
          <w:tcPr>
            <w:tcW w:w="2687" w:type="dxa"/>
          </w:tcPr>
          <w:p w14:paraId="251A4F70" w14:textId="1DBC114B" w:rsidR="00430F9C" w:rsidRPr="00695F36" w:rsidRDefault="00360686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K_W06</w:t>
            </w:r>
            <w:r w:rsidR="005371D3">
              <w:rPr>
                <w:rFonts w:ascii="Corbel" w:hAnsi="Corbel"/>
                <w:b w:val="0"/>
                <w:szCs w:val="24"/>
              </w:rPr>
              <w:t>, K_W01</w:t>
            </w:r>
          </w:p>
        </w:tc>
      </w:tr>
      <w:tr w:rsidR="00430F9C" w:rsidRPr="00695F36" w14:paraId="7E345973" w14:textId="77777777" w:rsidTr="00C47908">
        <w:trPr>
          <w:trHeight w:val="377"/>
        </w:trPr>
        <w:tc>
          <w:tcPr>
            <w:tcW w:w="1447" w:type="dxa"/>
          </w:tcPr>
          <w:p w14:paraId="5623394C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6" w:type="dxa"/>
          </w:tcPr>
          <w:p w14:paraId="2059F9CB" w14:textId="77777777" w:rsidR="00430F9C" w:rsidRPr="00695F36" w:rsidRDefault="00430F9C" w:rsidP="00C47908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ewolucję konstytucjonalizmu polskiego w latach 1944-1997 </w:t>
            </w:r>
          </w:p>
        </w:tc>
        <w:tc>
          <w:tcPr>
            <w:tcW w:w="2687" w:type="dxa"/>
          </w:tcPr>
          <w:p w14:paraId="36D0AAC7" w14:textId="77777777" w:rsidR="00430F9C" w:rsidRPr="00695F36" w:rsidRDefault="002D6B3E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K_W02, K_W03, K_W10</w:t>
            </w:r>
          </w:p>
        </w:tc>
      </w:tr>
      <w:tr w:rsidR="00430F9C" w:rsidRPr="00695F36" w14:paraId="7DD68864" w14:textId="77777777" w:rsidTr="00C47908">
        <w:tc>
          <w:tcPr>
            <w:tcW w:w="1447" w:type="dxa"/>
          </w:tcPr>
          <w:p w14:paraId="395883B8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6" w:type="dxa"/>
          </w:tcPr>
          <w:p w14:paraId="13C1F5E6" w14:textId="77777777" w:rsidR="00430F9C" w:rsidRPr="00695F36" w:rsidRDefault="00430F9C" w:rsidP="00C47908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opisuje naczelne zasady ustrojowe </w:t>
            </w:r>
          </w:p>
        </w:tc>
        <w:tc>
          <w:tcPr>
            <w:tcW w:w="2687" w:type="dxa"/>
          </w:tcPr>
          <w:p w14:paraId="13033A0C" w14:textId="77777777" w:rsidR="00430F9C" w:rsidRPr="00695F36" w:rsidRDefault="002D6B3E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430F9C" w:rsidRPr="00695F36" w14:paraId="23C477EB" w14:textId="77777777" w:rsidTr="00C47908">
        <w:tc>
          <w:tcPr>
            <w:tcW w:w="1447" w:type="dxa"/>
          </w:tcPr>
          <w:p w14:paraId="2A3B60B6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6" w:type="dxa"/>
          </w:tcPr>
          <w:p w14:paraId="42F9EDAD" w14:textId="77777777" w:rsidR="00430F9C" w:rsidRPr="00695F36" w:rsidRDefault="00430F9C" w:rsidP="00C47908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charakteryzuje problematykę ustrojowego statusu jednostki w państwie </w:t>
            </w:r>
          </w:p>
        </w:tc>
        <w:tc>
          <w:tcPr>
            <w:tcW w:w="2687" w:type="dxa"/>
          </w:tcPr>
          <w:p w14:paraId="091FCB3C" w14:textId="77777777" w:rsidR="00430F9C" w:rsidRPr="00695F36" w:rsidRDefault="002D6B3E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K_W07, K_W08</w:t>
            </w:r>
          </w:p>
        </w:tc>
      </w:tr>
      <w:tr w:rsidR="00430F9C" w:rsidRPr="00695F36" w14:paraId="3CB5F17C" w14:textId="77777777" w:rsidTr="00C47908">
        <w:tc>
          <w:tcPr>
            <w:tcW w:w="1447" w:type="dxa"/>
          </w:tcPr>
          <w:p w14:paraId="433931E9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6" w:type="dxa"/>
          </w:tcPr>
          <w:p w14:paraId="043C92B0" w14:textId="308795D8" w:rsidR="00EA4772" w:rsidRPr="00695F36" w:rsidRDefault="00430F9C" w:rsidP="00C47908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rozróżnia źródła prawa powszechnie obowiązującego i akty prawa miejscowego</w:t>
            </w:r>
            <w:r w:rsidR="005371D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 a także zna </w:t>
            </w:r>
            <w:r w:rsidR="00EA477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 analizuje przebieg </w:t>
            </w:r>
            <w:r w:rsidR="005371D3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</w:t>
            </w:r>
            <w:r w:rsidR="002F6394"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5371D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stosowania prawa</w:t>
            </w:r>
          </w:p>
        </w:tc>
        <w:tc>
          <w:tcPr>
            <w:tcW w:w="2687" w:type="dxa"/>
          </w:tcPr>
          <w:p w14:paraId="22D411A7" w14:textId="0894BC25" w:rsidR="00430F9C" w:rsidRPr="00695F36" w:rsidRDefault="00360686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K_W04, K_W</w:t>
            </w:r>
            <w:r w:rsidR="00C47908">
              <w:rPr>
                <w:rFonts w:ascii="Corbel" w:hAnsi="Corbel"/>
                <w:b w:val="0"/>
                <w:szCs w:val="24"/>
              </w:rPr>
              <w:t>0</w:t>
            </w:r>
            <w:r w:rsidRPr="00695F36">
              <w:rPr>
                <w:rFonts w:ascii="Corbel" w:hAnsi="Corbel"/>
                <w:b w:val="0"/>
                <w:szCs w:val="24"/>
              </w:rPr>
              <w:t>3</w:t>
            </w:r>
            <w:r w:rsidR="005371D3">
              <w:rPr>
                <w:rFonts w:ascii="Corbel" w:hAnsi="Corbel"/>
                <w:b w:val="0"/>
                <w:szCs w:val="24"/>
              </w:rPr>
              <w:t>, K_w05</w:t>
            </w:r>
            <w:r w:rsidR="00EA4772">
              <w:rPr>
                <w:rFonts w:ascii="Corbel" w:hAnsi="Corbel"/>
                <w:b w:val="0"/>
                <w:szCs w:val="24"/>
              </w:rPr>
              <w:t>, K_U03</w:t>
            </w:r>
          </w:p>
        </w:tc>
      </w:tr>
      <w:tr w:rsidR="00430F9C" w:rsidRPr="00695F36" w14:paraId="62A9FFF9" w14:textId="77777777" w:rsidTr="00C47908">
        <w:tc>
          <w:tcPr>
            <w:tcW w:w="1447" w:type="dxa"/>
          </w:tcPr>
          <w:p w14:paraId="2AFDF645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6" w:type="dxa"/>
          </w:tcPr>
          <w:p w14:paraId="6BDD6ED5" w14:textId="77777777" w:rsidR="00430F9C" w:rsidRPr="00695F36" w:rsidRDefault="00430F9C" w:rsidP="00C479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opisuje mechanizm powoływania, status ustrojowy, zakres kompetencji oraz tryb działania konstytucyjnych organów państwa </w:t>
            </w:r>
          </w:p>
        </w:tc>
        <w:tc>
          <w:tcPr>
            <w:tcW w:w="2687" w:type="dxa"/>
          </w:tcPr>
          <w:p w14:paraId="28F1E34E" w14:textId="77777777" w:rsidR="00430F9C" w:rsidRPr="00695F36" w:rsidRDefault="00360686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430F9C" w:rsidRPr="00695F36" w14:paraId="1DAAE989" w14:textId="77777777" w:rsidTr="00C47908">
        <w:trPr>
          <w:trHeight w:val="701"/>
        </w:trPr>
        <w:tc>
          <w:tcPr>
            <w:tcW w:w="1447" w:type="dxa"/>
          </w:tcPr>
          <w:p w14:paraId="2ECDEF17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386" w:type="dxa"/>
          </w:tcPr>
          <w:p w14:paraId="2D5A13F5" w14:textId="77777777" w:rsidR="00430F9C" w:rsidRPr="00695F36" w:rsidRDefault="00430F9C" w:rsidP="00C47908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prezentuje prawną konstr</w:t>
            </w:r>
            <w:r w:rsidR="002D6B3E"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ukcję samorządu terytorialnego </w:t>
            </w:r>
            <w:r w:rsidR="00B72CE7"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ilustruje problematykę stanów nadzwyczajnych</w:t>
            </w:r>
          </w:p>
        </w:tc>
        <w:tc>
          <w:tcPr>
            <w:tcW w:w="2687" w:type="dxa"/>
          </w:tcPr>
          <w:p w14:paraId="73BC663B" w14:textId="77777777" w:rsidR="00430F9C" w:rsidRPr="00695F36" w:rsidRDefault="00360686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430F9C" w:rsidRPr="00695F36" w14:paraId="0866AF6A" w14:textId="77777777" w:rsidTr="00C47908">
        <w:tc>
          <w:tcPr>
            <w:tcW w:w="1447" w:type="dxa"/>
          </w:tcPr>
          <w:p w14:paraId="40CDE93D" w14:textId="77777777" w:rsidR="00B72CE7" w:rsidRPr="00695F36" w:rsidRDefault="00B72CE7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  <w:p w14:paraId="3679930A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386" w:type="dxa"/>
          </w:tcPr>
          <w:p w14:paraId="710AC437" w14:textId="77777777" w:rsidR="00430F9C" w:rsidRPr="00695F36" w:rsidRDefault="00430F9C" w:rsidP="00C47908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używa prawidłowej terminologii dla o</w:t>
            </w:r>
            <w:r w:rsidR="002D6B3E"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mawiania określonych zagadnień </w:t>
            </w:r>
          </w:p>
        </w:tc>
        <w:tc>
          <w:tcPr>
            <w:tcW w:w="2687" w:type="dxa"/>
          </w:tcPr>
          <w:p w14:paraId="45166D2A" w14:textId="77777777" w:rsidR="00430F9C" w:rsidRPr="00695F36" w:rsidRDefault="002D6B3E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430F9C" w:rsidRPr="00695F36" w14:paraId="37C7147D" w14:textId="77777777" w:rsidTr="00C47908">
        <w:tc>
          <w:tcPr>
            <w:tcW w:w="1447" w:type="dxa"/>
          </w:tcPr>
          <w:p w14:paraId="6664301A" w14:textId="77777777" w:rsidR="00B72CE7" w:rsidRPr="00695F36" w:rsidRDefault="00B72CE7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  <w:p w14:paraId="2C9630EF" w14:textId="77777777" w:rsidR="00430F9C" w:rsidRPr="00695F36" w:rsidRDefault="00430F9C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386" w:type="dxa"/>
          </w:tcPr>
          <w:p w14:paraId="18E01259" w14:textId="77777777" w:rsidR="00430F9C" w:rsidRPr="00695F36" w:rsidRDefault="00430F9C" w:rsidP="00C479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analizuje teksty aktów normatywnych, poglądy doktryny oraz tezy orzecznicze Trybunału Konstytucyjnego z zakresu prawa konstytucyjnego </w:t>
            </w:r>
          </w:p>
        </w:tc>
        <w:tc>
          <w:tcPr>
            <w:tcW w:w="2687" w:type="dxa"/>
          </w:tcPr>
          <w:p w14:paraId="672CABC8" w14:textId="1D29B4D3" w:rsidR="00430F9C" w:rsidRPr="00695F36" w:rsidRDefault="002F6394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K_U02, </w:t>
            </w:r>
            <w:r w:rsidR="002D6B3E" w:rsidRPr="00695F36">
              <w:rPr>
                <w:rFonts w:ascii="Corbel" w:hAnsi="Corbel"/>
                <w:b w:val="0"/>
                <w:szCs w:val="24"/>
              </w:rPr>
              <w:t>K_U05</w:t>
            </w:r>
            <w:r w:rsidR="00EA4772">
              <w:rPr>
                <w:rFonts w:ascii="Corbel" w:hAnsi="Corbel"/>
                <w:b w:val="0"/>
                <w:szCs w:val="24"/>
              </w:rPr>
              <w:t xml:space="preserve">, </w:t>
            </w:r>
            <w:r w:rsidR="00EA4772" w:rsidRPr="00EA4772"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  <w:tr w:rsidR="00430F9C" w:rsidRPr="00695F36" w14:paraId="23B271B4" w14:textId="77777777" w:rsidTr="00C47908">
        <w:tc>
          <w:tcPr>
            <w:tcW w:w="1447" w:type="dxa"/>
          </w:tcPr>
          <w:p w14:paraId="6B69CA69" w14:textId="77777777" w:rsidR="00430F9C" w:rsidRPr="00695F36" w:rsidRDefault="00B72CE7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386" w:type="dxa"/>
          </w:tcPr>
          <w:p w14:paraId="54871787" w14:textId="77777777" w:rsidR="00430F9C" w:rsidRPr="00695F36" w:rsidRDefault="00430F9C" w:rsidP="00C479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rozwiązuje kazusy z zakresu prawa konstytucyjnego </w:t>
            </w:r>
          </w:p>
        </w:tc>
        <w:tc>
          <w:tcPr>
            <w:tcW w:w="2687" w:type="dxa"/>
          </w:tcPr>
          <w:p w14:paraId="5D9E79C5" w14:textId="001BE4AC" w:rsidR="00430F9C" w:rsidRPr="00695F36" w:rsidRDefault="002D6B3E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K_U04, </w:t>
            </w:r>
            <w:r w:rsidRPr="00695F36">
              <w:rPr>
                <w:rFonts w:ascii="Corbel" w:hAnsi="Corbel"/>
                <w:b w:val="0"/>
                <w:szCs w:val="24"/>
              </w:rPr>
              <w:t>K_U08</w:t>
            </w:r>
            <w:r w:rsidR="00EA4772">
              <w:rPr>
                <w:rFonts w:ascii="Corbel" w:hAnsi="Corbel"/>
                <w:b w:val="0"/>
                <w:szCs w:val="24"/>
              </w:rPr>
              <w:t xml:space="preserve">, </w:t>
            </w:r>
            <w:r w:rsidR="00EA4772" w:rsidRPr="00EA4772">
              <w:rPr>
                <w:rFonts w:ascii="Corbel" w:hAnsi="Corbel"/>
                <w:b w:val="0"/>
                <w:szCs w:val="24"/>
              </w:rPr>
              <w:t>K_U10</w:t>
            </w:r>
            <w:r w:rsidR="00201AC2">
              <w:rPr>
                <w:rFonts w:ascii="Corbel" w:hAnsi="Corbel"/>
                <w:b w:val="0"/>
                <w:szCs w:val="24"/>
              </w:rPr>
              <w:t xml:space="preserve">, </w:t>
            </w:r>
            <w:r w:rsidR="00201AC2" w:rsidRPr="00201AC2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  <w:tr w:rsidR="00430F9C" w:rsidRPr="00695F36" w14:paraId="258A00F5" w14:textId="77777777" w:rsidTr="00C47908">
        <w:tc>
          <w:tcPr>
            <w:tcW w:w="1447" w:type="dxa"/>
          </w:tcPr>
          <w:p w14:paraId="0FC0D8E4" w14:textId="77777777" w:rsidR="00430F9C" w:rsidRPr="00695F36" w:rsidRDefault="00B72CE7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386" w:type="dxa"/>
          </w:tcPr>
          <w:p w14:paraId="744D55C7" w14:textId="77777777" w:rsidR="00430F9C" w:rsidRPr="00695F36" w:rsidRDefault="00430F9C" w:rsidP="00C479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poddaje krytyce spójność</w:t>
            </w:r>
            <w:r w:rsidR="00B72CE7"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logikę określonych rozwiązań </w:t>
            </w: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normatywnych </w:t>
            </w:r>
          </w:p>
        </w:tc>
        <w:tc>
          <w:tcPr>
            <w:tcW w:w="2687" w:type="dxa"/>
          </w:tcPr>
          <w:p w14:paraId="55E0A0E9" w14:textId="5CF6D46F" w:rsidR="00430F9C" w:rsidRPr="00695F36" w:rsidRDefault="00360686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K_U06</w:t>
            </w:r>
            <w:r w:rsidR="00EA4772">
              <w:rPr>
                <w:rFonts w:ascii="Corbel" w:hAnsi="Corbel"/>
                <w:b w:val="0"/>
                <w:szCs w:val="24"/>
              </w:rPr>
              <w:t xml:space="preserve">, </w:t>
            </w:r>
            <w:r w:rsidR="00EA4772" w:rsidRPr="00EA4772">
              <w:rPr>
                <w:rFonts w:ascii="Corbel" w:hAnsi="Corbel"/>
                <w:b w:val="0"/>
                <w:szCs w:val="24"/>
              </w:rPr>
              <w:t>K_U12</w:t>
            </w:r>
            <w:r w:rsidR="009F2DD9">
              <w:rPr>
                <w:rFonts w:ascii="Corbel" w:hAnsi="Corbel"/>
                <w:b w:val="0"/>
                <w:szCs w:val="24"/>
              </w:rPr>
              <w:t xml:space="preserve">, </w:t>
            </w:r>
            <w:r w:rsidR="009F2DD9" w:rsidRPr="009F2DD9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430F9C" w:rsidRPr="00695F36" w14:paraId="05156C28" w14:textId="77777777" w:rsidTr="00C47908">
        <w:tc>
          <w:tcPr>
            <w:tcW w:w="1447" w:type="dxa"/>
          </w:tcPr>
          <w:p w14:paraId="3A538993" w14:textId="77777777" w:rsidR="00430F9C" w:rsidRPr="00695F36" w:rsidRDefault="00B72CE7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5386" w:type="dxa"/>
          </w:tcPr>
          <w:p w14:paraId="31D1ACB0" w14:textId="6A9EDA99" w:rsidR="00430F9C" w:rsidRPr="00695F36" w:rsidRDefault="00430F9C" w:rsidP="00C479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dyskutuje o wadach i zaletach obowiązujących regulacji ustrojowych </w:t>
            </w:r>
          </w:p>
        </w:tc>
        <w:tc>
          <w:tcPr>
            <w:tcW w:w="2687" w:type="dxa"/>
          </w:tcPr>
          <w:p w14:paraId="53DA9F13" w14:textId="3834C05C" w:rsidR="00430F9C" w:rsidRPr="00695F36" w:rsidRDefault="002D6B3E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K_U06, K_U08</w:t>
            </w:r>
            <w:r w:rsidR="00EA4772">
              <w:rPr>
                <w:rFonts w:ascii="Corbel" w:hAnsi="Corbel"/>
                <w:b w:val="0"/>
                <w:szCs w:val="24"/>
              </w:rPr>
              <w:t xml:space="preserve">, </w:t>
            </w:r>
            <w:r w:rsidR="00EA4772" w:rsidRPr="00EA4772">
              <w:rPr>
                <w:rFonts w:ascii="Corbel" w:hAnsi="Corbel"/>
                <w:b w:val="0"/>
                <w:szCs w:val="24"/>
              </w:rPr>
              <w:t>K_U13</w:t>
            </w:r>
            <w:r w:rsidR="00EA4772">
              <w:rPr>
                <w:rFonts w:ascii="Corbel" w:hAnsi="Corbel"/>
                <w:b w:val="0"/>
                <w:szCs w:val="24"/>
              </w:rPr>
              <w:t xml:space="preserve">, </w:t>
            </w:r>
            <w:r w:rsidR="002F6394">
              <w:rPr>
                <w:rFonts w:ascii="Corbel" w:hAnsi="Corbel"/>
                <w:b w:val="0"/>
                <w:szCs w:val="24"/>
              </w:rPr>
              <w:t xml:space="preserve">K_U15, </w:t>
            </w:r>
            <w:r w:rsidR="00EA4772" w:rsidRPr="00EA4772">
              <w:rPr>
                <w:rFonts w:ascii="Corbel" w:hAnsi="Corbel"/>
                <w:b w:val="0"/>
                <w:szCs w:val="24"/>
              </w:rPr>
              <w:t>K_K06</w:t>
            </w:r>
            <w:r w:rsidR="00201AC2">
              <w:rPr>
                <w:rFonts w:ascii="Corbel" w:hAnsi="Corbel"/>
                <w:b w:val="0"/>
                <w:szCs w:val="24"/>
              </w:rPr>
              <w:t xml:space="preserve">, </w:t>
            </w:r>
            <w:r w:rsidR="00201AC2" w:rsidRPr="00201AC2">
              <w:rPr>
                <w:rFonts w:ascii="Corbel" w:hAnsi="Corbel"/>
                <w:b w:val="0"/>
                <w:szCs w:val="24"/>
              </w:rPr>
              <w:t>K_K10</w:t>
            </w:r>
          </w:p>
        </w:tc>
      </w:tr>
      <w:tr w:rsidR="00430F9C" w:rsidRPr="00695F36" w14:paraId="7F8D3194" w14:textId="77777777" w:rsidTr="00C47908">
        <w:tc>
          <w:tcPr>
            <w:tcW w:w="1447" w:type="dxa"/>
          </w:tcPr>
          <w:p w14:paraId="21E2DC40" w14:textId="77777777" w:rsidR="00430F9C" w:rsidRPr="00695F36" w:rsidRDefault="00B72CE7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386" w:type="dxa"/>
          </w:tcPr>
          <w:p w14:paraId="1728530D" w14:textId="77777777" w:rsidR="00430F9C" w:rsidRPr="00695F36" w:rsidRDefault="00430F9C" w:rsidP="00C479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ocenia wydarzenia z zakresu praktyki ustrojowej pod kątem obowiązujących rozwiązań normatywnych </w:t>
            </w:r>
          </w:p>
        </w:tc>
        <w:tc>
          <w:tcPr>
            <w:tcW w:w="2687" w:type="dxa"/>
          </w:tcPr>
          <w:p w14:paraId="0106DE5C" w14:textId="436CBD56" w:rsidR="00430F9C" w:rsidRPr="00695F36" w:rsidRDefault="002D6B3E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K_U06, K_U11</w:t>
            </w:r>
            <w:r w:rsidR="00EA4772">
              <w:rPr>
                <w:rFonts w:ascii="Corbel" w:hAnsi="Corbel"/>
                <w:b w:val="0"/>
                <w:szCs w:val="24"/>
              </w:rPr>
              <w:t xml:space="preserve">, K_U07, </w:t>
            </w:r>
            <w:r w:rsidR="00EA4772" w:rsidRPr="00EA4772">
              <w:rPr>
                <w:rFonts w:ascii="Corbel" w:hAnsi="Corbel"/>
                <w:b w:val="0"/>
                <w:szCs w:val="24"/>
              </w:rPr>
              <w:t>K_K01</w:t>
            </w:r>
            <w:r w:rsidR="009F2DD9">
              <w:rPr>
                <w:rFonts w:ascii="Corbel" w:hAnsi="Corbel"/>
                <w:b w:val="0"/>
                <w:szCs w:val="24"/>
              </w:rPr>
              <w:t xml:space="preserve">, </w:t>
            </w:r>
            <w:r w:rsidR="009F2DD9" w:rsidRPr="009F2DD9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5371D3" w:rsidRPr="00695F36" w14:paraId="328B4436" w14:textId="77777777" w:rsidTr="00C47908">
        <w:tc>
          <w:tcPr>
            <w:tcW w:w="1447" w:type="dxa"/>
          </w:tcPr>
          <w:p w14:paraId="2B7B0283" w14:textId="20C056E6" w:rsidR="005371D3" w:rsidRPr="00695F36" w:rsidRDefault="005371D3" w:rsidP="00C47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4790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386" w:type="dxa"/>
          </w:tcPr>
          <w:p w14:paraId="291C3415" w14:textId="5CE04065" w:rsidR="005371D3" w:rsidRPr="00695F36" w:rsidRDefault="00C47908" w:rsidP="00C47908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EA4772">
              <w:rPr>
                <w:rFonts w:ascii="Corbel" w:eastAsia="Times New Roman" w:hAnsi="Corbel"/>
                <w:sz w:val="24"/>
                <w:szCs w:val="24"/>
                <w:lang w:eastAsia="pl-PL"/>
              </w:rPr>
              <w:t>na zasady i normy etyczne oraz etyki zawodowej dla poszczególnych omawianych instytucji</w:t>
            </w:r>
          </w:p>
        </w:tc>
        <w:tc>
          <w:tcPr>
            <w:tcW w:w="2687" w:type="dxa"/>
          </w:tcPr>
          <w:p w14:paraId="3A06D0F6" w14:textId="40295AF6" w:rsidR="005371D3" w:rsidRPr="00695F36" w:rsidRDefault="00EA4772" w:rsidP="00C479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C47908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 xml:space="preserve">W09, </w:t>
            </w:r>
            <w:r w:rsidR="002F6394">
              <w:rPr>
                <w:rFonts w:ascii="Corbel" w:hAnsi="Corbel"/>
                <w:b w:val="0"/>
                <w:szCs w:val="24"/>
              </w:rPr>
              <w:t>K_U01, K_U</w:t>
            </w:r>
            <w:r w:rsidR="00F60097">
              <w:rPr>
                <w:rFonts w:ascii="Corbel" w:hAnsi="Corbel"/>
                <w:b w:val="0"/>
                <w:szCs w:val="24"/>
              </w:rPr>
              <w:t xml:space="preserve">17, </w:t>
            </w:r>
            <w:r w:rsidRPr="00EA4772">
              <w:rPr>
                <w:rFonts w:ascii="Corbel" w:hAnsi="Corbel"/>
                <w:b w:val="0"/>
                <w:szCs w:val="24"/>
              </w:rPr>
              <w:t>K_K04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14:paraId="66B409E1" w14:textId="77777777" w:rsidR="0085747A" w:rsidRPr="00695F3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ECADEC" w14:textId="77777777" w:rsidR="0085747A" w:rsidRPr="00695F3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5F36">
        <w:rPr>
          <w:rFonts w:ascii="Corbel" w:hAnsi="Corbel"/>
          <w:b/>
          <w:sz w:val="24"/>
          <w:szCs w:val="24"/>
        </w:rPr>
        <w:t>3.3</w:t>
      </w:r>
      <w:r w:rsidR="001D7B54" w:rsidRPr="00695F36">
        <w:rPr>
          <w:rFonts w:ascii="Corbel" w:hAnsi="Corbel"/>
          <w:b/>
          <w:sz w:val="24"/>
          <w:szCs w:val="24"/>
        </w:rPr>
        <w:t xml:space="preserve"> </w:t>
      </w:r>
      <w:r w:rsidR="0085747A" w:rsidRPr="00695F36">
        <w:rPr>
          <w:rFonts w:ascii="Corbel" w:hAnsi="Corbel"/>
          <w:b/>
          <w:sz w:val="24"/>
          <w:szCs w:val="24"/>
        </w:rPr>
        <w:t>T</w:t>
      </w:r>
      <w:r w:rsidR="001D7B54" w:rsidRPr="00695F3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95F36">
        <w:rPr>
          <w:rFonts w:ascii="Corbel" w:hAnsi="Corbel"/>
          <w:sz w:val="24"/>
          <w:szCs w:val="24"/>
        </w:rPr>
        <w:t xml:space="preserve">  </w:t>
      </w:r>
    </w:p>
    <w:p w14:paraId="54D8EDF5" w14:textId="77777777" w:rsidR="0085747A" w:rsidRPr="00695F3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95F36">
        <w:rPr>
          <w:rFonts w:ascii="Corbel" w:hAnsi="Corbel"/>
          <w:sz w:val="24"/>
          <w:szCs w:val="24"/>
        </w:rPr>
        <w:t xml:space="preserve">Problematyka wykładu </w:t>
      </w:r>
    </w:p>
    <w:p w14:paraId="6F18FDCE" w14:textId="77777777" w:rsidR="00394B6D" w:rsidRPr="00695F36" w:rsidRDefault="00394B6D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5F36" w14:paraId="68D14F62" w14:textId="77777777" w:rsidTr="00923D7D">
        <w:tc>
          <w:tcPr>
            <w:tcW w:w="9639" w:type="dxa"/>
          </w:tcPr>
          <w:p w14:paraId="2CCDA8CB" w14:textId="77777777" w:rsidR="0085747A" w:rsidRPr="00695F3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95F36" w14:paraId="4FF62306" w14:textId="77777777" w:rsidTr="00923D7D">
        <w:tc>
          <w:tcPr>
            <w:tcW w:w="9639" w:type="dxa"/>
          </w:tcPr>
          <w:p w14:paraId="40DF420F" w14:textId="77777777" w:rsidR="0085747A" w:rsidRPr="00695F36" w:rsidRDefault="00BA456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Definicja i przedmiot prawa konstytucyjnego.</w:t>
            </w:r>
          </w:p>
        </w:tc>
      </w:tr>
      <w:tr w:rsidR="0085747A" w:rsidRPr="00695F36" w14:paraId="16403104" w14:textId="77777777" w:rsidTr="00923D7D">
        <w:tc>
          <w:tcPr>
            <w:tcW w:w="9639" w:type="dxa"/>
          </w:tcPr>
          <w:p w14:paraId="30AA7466" w14:textId="77777777" w:rsidR="0085747A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Konstytucja – zagadnienia węzłowe: geneza konstytucji pisanej, konstytucja a ustrój polityczny państwa, konstytucja jako ustawa zasadnicza, źródła prawa konstytucyjnego, ustrojowe modele kontroli konstytucyjności prawa, szczególna treść przepisów oraz systematyka konstytucji, sposoby uchwalania konstytucji, zagadnienie zmiany konstytucji.</w:t>
            </w:r>
          </w:p>
        </w:tc>
      </w:tr>
      <w:tr w:rsidR="0085747A" w:rsidRPr="00695F36" w14:paraId="582D7F9A" w14:textId="77777777" w:rsidTr="00923D7D">
        <w:tc>
          <w:tcPr>
            <w:tcW w:w="9639" w:type="dxa"/>
          </w:tcPr>
          <w:p w14:paraId="37A536A1" w14:textId="77777777" w:rsidR="0085747A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Ustrój konstytucyjny w Polsce powojennej oraz w dobie PRL – antecedencje historyczne: tworzenie fundamentów ustrojowych (okres Krajowej Rady Narodowej), system konstytucyjny w latach 1947 – 1952, system konstytucyjny w latach 1952 – 1989.</w:t>
            </w:r>
          </w:p>
        </w:tc>
      </w:tr>
      <w:tr w:rsidR="00BA4567" w:rsidRPr="00695F36" w14:paraId="5EFEAAE8" w14:textId="77777777" w:rsidTr="00923D7D">
        <w:tc>
          <w:tcPr>
            <w:tcW w:w="9639" w:type="dxa"/>
          </w:tcPr>
          <w:p w14:paraId="64850ADD" w14:textId="77777777" w:rsidR="00BA4567" w:rsidRPr="00695F36" w:rsidRDefault="00BA4567" w:rsidP="00BA456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Reforma systemu konstytucyjnego państwa w dobie transformacji ustrojowej: przebieg oraz ustalenia konferencji „Okrągłego Stołu”, wybory parlamentarne z czerwca 1989 roku i ich znaczenie dla procesu kształtowania sceny politycznej w Polsce w okresie transformacji ustrojowej, nowelizacje Konstytucji PRL po 1989 roku, założenia ustrojowe oraz zakres regulacji Małej konstytucji z 1992 r., przebieg prac nad przygotowaniem tekstu Konstytucji RP z 2 kwietnia 1997 r. propozycje legislacyjne oraz uwarunkowania polityczne.</w:t>
            </w:r>
          </w:p>
        </w:tc>
      </w:tr>
      <w:tr w:rsidR="00BA4567" w:rsidRPr="00695F36" w14:paraId="7F01D781" w14:textId="77777777" w:rsidTr="00923D7D">
        <w:tc>
          <w:tcPr>
            <w:tcW w:w="9639" w:type="dxa"/>
          </w:tcPr>
          <w:p w14:paraId="6AEF7253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Systemy rządów we współczesnych porządkach demokratycznych: system </w:t>
            </w:r>
            <w:proofErr w:type="spellStart"/>
            <w:r w:rsidRPr="00695F36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695F36">
              <w:rPr>
                <w:rFonts w:ascii="Corbel" w:hAnsi="Corbel"/>
                <w:sz w:val="24"/>
                <w:szCs w:val="24"/>
              </w:rPr>
              <w:t xml:space="preserve">-gabinetowy, system kanclerski, system prezydencki, system pół-prezydencki, system </w:t>
            </w:r>
            <w:proofErr w:type="spellStart"/>
            <w:r w:rsidRPr="00695F36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695F36">
              <w:rPr>
                <w:rFonts w:ascii="Corbel" w:hAnsi="Corbel"/>
                <w:sz w:val="24"/>
                <w:szCs w:val="24"/>
              </w:rPr>
              <w:t xml:space="preserve">-komitetowy. </w:t>
            </w:r>
          </w:p>
        </w:tc>
      </w:tr>
      <w:tr w:rsidR="00BA4567" w:rsidRPr="00695F36" w14:paraId="17ACC2DB" w14:textId="77777777" w:rsidTr="00923D7D">
        <w:tc>
          <w:tcPr>
            <w:tcW w:w="9639" w:type="dxa"/>
          </w:tcPr>
          <w:p w14:paraId="04B56BB9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Naczelne zasady ustroju III RP: </w:t>
            </w:r>
          </w:p>
          <w:p w14:paraId="3EF2556D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71C3F96E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0644F211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demokratycznego państwa prawnego</w:t>
            </w:r>
          </w:p>
          <w:p w14:paraId="1E072874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13A7BF69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2566EDBF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78BB809D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4C420B22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1CB1FA2F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- zasada </w:t>
            </w:r>
            <w:proofErr w:type="spellStart"/>
            <w:r w:rsidRPr="00695F36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695F36">
              <w:rPr>
                <w:rFonts w:ascii="Corbel" w:hAnsi="Corbel"/>
                <w:sz w:val="24"/>
                <w:szCs w:val="24"/>
              </w:rPr>
              <w:t>-gabinetowego systemu rządów</w:t>
            </w:r>
          </w:p>
          <w:p w14:paraId="72D7A6F3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-zasada odrębności i niezależności sądów i Trybunałów</w:t>
            </w:r>
          </w:p>
          <w:p w14:paraId="562CBC3A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0D3DD1F8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decentralizacji władzy publicznej oraz samorządu terytorialnego.</w:t>
            </w:r>
          </w:p>
        </w:tc>
      </w:tr>
      <w:tr w:rsidR="00BA4567" w:rsidRPr="00695F36" w14:paraId="1F2556B7" w14:textId="77777777" w:rsidTr="00923D7D">
        <w:tc>
          <w:tcPr>
            <w:tcW w:w="9639" w:type="dxa"/>
          </w:tcPr>
          <w:p w14:paraId="59BC0208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Ustrojowy status jednostki w państwie: </w:t>
            </w:r>
          </w:p>
          <w:p w14:paraId="1CA6C8C5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geneza ochrony praw jednostki </w:t>
            </w:r>
          </w:p>
          <w:p w14:paraId="4570FB91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międzynarodowa ochrona praw człowieka</w:t>
            </w:r>
          </w:p>
          <w:p w14:paraId="1A6FC6E4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lastRenderedPageBreak/>
              <w:t xml:space="preserve"> - wolności, prawa i obowiązki człowieka i obywatela    (założenia konstytucyjne)</w:t>
            </w:r>
          </w:p>
          <w:p w14:paraId="4D2DCACE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zakres regulacji konstytucyjnej</w:t>
            </w:r>
          </w:p>
          <w:p w14:paraId="70CA2097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prawa człowieka </w:t>
            </w:r>
          </w:p>
          <w:p w14:paraId="1551464E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prawa podmiotowe</w:t>
            </w:r>
          </w:p>
          <w:p w14:paraId="6A02E524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prawa obywatelskie</w:t>
            </w:r>
          </w:p>
          <w:p w14:paraId="0C1D88DF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wolności osobiste</w:t>
            </w:r>
          </w:p>
          <w:p w14:paraId="641890FA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podstawowe obowiązki</w:t>
            </w:r>
          </w:p>
          <w:p w14:paraId="1D7EA8FB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instytucjonalne gwarancje ochron</w:t>
            </w:r>
            <w:r w:rsidRPr="00695F36">
              <w:rPr>
                <w:rFonts w:ascii="Corbel" w:hAnsi="Corbel"/>
                <w:sz w:val="24"/>
                <w:szCs w:val="24"/>
              </w:rPr>
              <w:cr/>
              <w:t xml:space="preserve"> praw jednostki.</w:t>
            </w:r>
          </w:p>
        </w:tc>
      </w:tr>
      <w:tr w:rsidR="00BA4567" w:rsidRPr="00695F36" w14:paraId="1C8C2D69" w14:textId="77777777" w:rsidTr="00923D7D">
        <w:tc>
          <w:tcPr>
            <w:tcW w:w="9639" w:type="dxa"/>
          </w:tcPr>
          <w:p w14:paraId="767C606D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lastRenderedPageBreak/>
              <w:t>Konstytucyjny system źródeł prawa:  akty prawa powszechnie obowiązującego oraz akty prawa wewnętrznego.</w:t>
            </w:r>
          </w:p>
        </w:tc>
      </w:tr>
      <w:tr w:rsidR="00BA4567" w:rsidRPr="00695F36" w14:paraId="2E2AD0D5" w14:textId="77777777" w:rsidTr="00923D7D">
        <w:tc>
          <w:tcPr>
            <w:tcW w:w="9639" w:type="dxa"/>
          </w:tcPr>
          <w:p w14:paraId="48B6D9B4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Prawo wyborcze:  </w:t>
            </w:r>
          </w:p>
          <w:p w14:paraId="29CAAFF3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5FCCC3C9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prawo wyborcze, system wyborczy – pojęcie</w:t>
            </w:r>
          </w:p>
          <w:p w14:paraId="4D7FCCF0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funkcje prawa wyborczego</w:t>
            </w:r>
          </w:p>
          <w:p w14:paraId="3AE5E1A3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konstytucyjne zasady prawa wyborczego:</w:t>
            </w:r>
          </w:p>
          <w:p w14:paraId="200E0AE0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zasada powszechności</w:t>
            </w:r>
          </w:p>
          <w:p w14:paraId="55C3F2FD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zasada równości </w:t>
            </w:r>
          </w:p>
          <w:p w14:paraId="594DB5EA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zasada bezpośredniości</w:t>
            </w:r>
          </w:p>
          <w:p w14:paraId="1548C254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zasada proporcjonalności i zasada większości</w:t>
            </w:r>
          </w:p>
          <w:p w14:paraId="2353CEB5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zasada tajności</w:t>
            </w:r>
          </w:p>
          <w:p w14:paraId="612DC673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- organizacja wyborów parlamentarnych i na urząd prezydenta</w:t>
            </w:r>
          </w:p>
          <w:p w14:paraId="34231BAB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- struktura oraz kompetencje organów wyborczych </w:t>
            </w:r>
          </w:p>
          <w:p w14:paraId="41E94C8F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tryb stwierdzania ważności wyborów.</w:t>
            </w:r>
          </w:p>
        </w:tc>
      </w:tr>
      <w:tr w:rsidR="00394B6D" w:rsidRPr="00695F36" w14:paraId="29CCE224" w14:textId="77777777" w:rsidTr="00923D7D">
        <w:tc>
          <w:tcPr>
            <w:tcW w:w="9639" w:type="dxa"/>
          </w:tcPr>
          <w:p w14:paraId="3B9A4EC6" w14:textId="77777777" w:rsidR="00394B6D" w:rsidRPr="00695F36" w:rsidRDefault="00394B6D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Instytucje demokracji bezpośredniej: referendum i inicjatywa obywatelska.</w:t>
            </w:r>
          </w:p>
        </w:tc>
      </w:tr>
      <w:tr w:rsidR="00BA4567" w:rsidRPr="00695F36" w14:paraId="5449B441" w14:textId="77777777" w:rsidTr="00923D7D">
        <w:tc>
          <w:tcPr>
            <w:tcW w:w="9639" w:type="dxa"/>
          </w:tcPr>
          <w:p w14:paraId="340C3B3F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Sejm i Senat jako organy władzy ustawodawczej: miejsce Sejmu i Senatu w systemie organizacji władzy państwowej w Polsce, regulaminy izb, ustrojowy status deputowanego do Sejmu i Senatu, funkcje ustrojowe oraz kompetencje Sejmu i Senatu, struktura organizacyjna oraz mechanizmy funkcjonowania izb polskiego parlamentu:, organy wewnętrzne w Sejmie i Senacie, prawne formy organizowania się posłów na terenie parlamentu, prace Sejmu i Senatu </w:t>
            </w:r>
            <w:r w:rsidR="00E40B19" w:rsidRPr="00695F36">
              <w:rPr>
                <w:rFonts w:ascii="Corbel" w:hAnsi="Corbel"/>
                <w:sz w:val="24"/>
                <w:szCs w:val="24"/>
              </w:rPr>
              <w:t>–</w:t>
            </w:r>
            <w:r w:rsidRPr="00695F36">
              <w:rPr>
                <w:rFonts w:ascii="Corbel" w:hAnsi="Corbel"/>
                <w:sz w:val="24"/>
                <w:szCs w:val="24"/>
              </w:rPr>
              <w:t xml:space="preserve"> regulacja prawna, zwyczaje parlamentarne, zasady ustrojowe, tryb ustawodawczy: zwykła procedura ustawodawcza, szczególne procedury ustawodawcze. </w:t>
            </w:r>
          </w:p>
        </w:tc>
      </w:tr>
      <w:tr w:rsidR="00154950" w:rsidRPr="00695F36" w14:paraId="33877FE5" w14:textId="77777777" w:rsidTr="00923D7D">
        <w:tc>
          <w:tcPr>
            <w:tcW w:w="9639" w:type="dxa"/>
          </w:tcPr>
          <w:p w14:paraId="2A950FAF" w14:textId="77777777" w:rsidR="00154950" w:rsidRPr="00695F36" w:rsidRDefault="00154950" w:rsidP="00154950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Ustrojowy model prezydentury w Polsce: pozycja ustrojowa Prezydenta RP, instytucja odpowiedzialności konstytucyjnej Prezydenta RP, zasady wyboru Prezydenta RP, funkcje ustrojowe Prezydenta RP, akty urzędowe Prezydenta RP, kompetencje Prezydenta RP: w relacjach z parlamentem, w relacjach z rządem oraz w relacjach z władzą sądowniczą.</w:t>
            </w:r>
          </w:p>
        </w:tc>
      </w:tr>
      <w:tr w:rsidR="00BA4567" w:rsidRPr="00695F36" w14:paraId="3AA15B9D" w14:textId="77777777" w:rsidTr="00923D7D">
        <w:tc>
          <w:tcPr>
            <w:tcW w:w="9639" w:type="dxa"/>
          </w:tcPr>
          <w:p w14:paraId="70424D6E" w14:textId="77777777" w:rsidR="00BA4567" w:rsidRPr="00695F36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Rada Ministrów i administracja rządowa: ustrojowa rola Rady Ministrów, skład rządu, tryb powoływania i dokonywania zmian w składzie Rady Ministrów, zagadnienie konstytucyjnej odpowiedzialności członków Rady Ministrów, prawnoustrojowe formy politycznej odpowiedzialności Rady Ministrów, kompetencje Rady Ministrów, tryb działania Rady Ministrów, administracja rządowa. </w:t>
            </w:r>
            <w:r w:rsidR="00394B6D" w:rsidRPr="00695F36">
              <w:rPr>
                <w:rFonts w:ascii="Corbel" w:hAnsi="Corbel"/>
                <w:sz w:val="24"/>
                <w:szCs w:val="24"/>
              </w:rPr>
              <w:t xml:space="preserve">Organy samorządu terytorialnego. </w:t>
            </w:r>
          </w:p>
        </w:tc>
      </w:tr>
      <w:tr w:rsidR="00394B6D" w:rsidRPr="00695F36" w14:paraId="6AAA3FE0" w14:textId="77777777" w:rsidTr="00923D7D">
        <w:tc>
          <w:tcPr>
            <w:tcW w:w="9639" w:type="dxa"/>
          </w:tcPr>
          <w:p w14:paraId="5B446A2E" w14:textId="77777777" w:rsidR="00394B6D" w:rsidRPr="00695F36" w:rsidRDefault="00394B6D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Sądy i trybunały. Krajowa Rada Sądownictwa.</w:t>
            </w:r>
          </w:p>
        </w:tc>
      </w:tr>
      <w:tr w:rsidR="00BA4567" w:rsidRPr="00695F36" w14:paraId="50E29B90" w14:textId="77777777" w:rsidTr="00923D7D">
        <w:tc>
          <w:tcPr>
            <w:tcW w:w="9639" w:type="dxa"/>
          </w:tcPr>
          <w:p w14:paraId="20615410" w14:textId="77777777" w:rsidR="00BA4567" w:rsidRPr="00695F36" w:rsidRDefault="00394B6D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Konstytucyjne organy kontroli państwowej i ochrony prawa.</w:t>
            </w:r>
          </w:p>
        </w:tc>
      </w:tr>
      <w:tr w:rsidR="00394B6D" w:rsidRPr="00695F36" w14:paraId="09C42A7E" w14:textId="77777777" w:rsidTr="00923D7D">
        <w:tc>
          <w:tcPr>
            <w:tcW w:w="9639" w:type="dxa"/>
          </w:tcPr>
          <w:p w14:paraId="2076D488" w14:textId="77777777" w:rsidR="00394B6D" w:rsidRPr="00695F36" w:rsidRDefault="00394B6D" w:rsidP="00394B6D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lastRenderedPageBreak/>
              <w:t>Problematyka stanów nadzwyczajnych: stan wojenny, stan wyjątkowy oraz stan klęski żywiołowej.</w:t>
            </w:r>
          </w:p>
        </w:tc>
      </w:tr>
      <w:tr w:rsidR="00E40B19" w:rsidRPr="00695F36" w14:paraId="7C6C249F" w14:textId="77777777" w:rsidTr="00923D7D">
        <w:tc>
          <w:tcPr>
            <w:tcW w:w="9639" w:type="dxa"/>
          </w:tcPr>
          <w:p w14:paraId="459EE962" w14:textId="77777777" w:rsidR="00E40B19" w:rsidRPr="00695F36" w:rsidRDefault="00E40B19" w:rsidP="00394B6D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Suma godzin: 30</w:t>
            </w:r>
          </w:p>
        </w:tc>
      </w:tr>
    </w:tbl>
    <w:p w14:paraId="5BC5E7AA" w14:textId="77777777" w:rsidR="0085747A" w:rsidRPr="00695F3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5540FE" w14:textId="77777777" w:rsidR="0085747A" w:rsidRPr="00695F3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95F3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95F36">
        <w:rPr>
          <w:rFonts w:ascii="Corbel" w:hAnsi="Corbel"/>
          <w:sz w:val="24"/>
          <w:szCs w:val="24"/>
        </w:rPr>
        <w:t xml:space="preserve">, </w:t>
      </w:r>
      <w:r w:rsidRPr="00695F36">
        <w:rPr>
          <w:rFonts w:ascii="Corbel" w:hAnsi="Corbel"/>
          <w:sz w:val="24"/>
          <w:szCs w:val="24"/>
        </w:rPr>
        <w:t xml:space="preserve">zajęć praktycznych </w:t>
      </w:r>
    </w:p>
    <w:p w14:paraId="2BAB411E" w14:textId="77777777" w:rsidR="0085747A" w:rsidRPr="00695F3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B793A" w:rsidRPr="00695F36" w14:paraId="38640314" w14:textId="77777777" w:rsidTr="009C6103">
        <w:tc>
          <w:tcPr>
            <w:tcW w:w="9639" w:type="dxa"/>
          </w:tcPr>
          <w:p w14:paraId="63EDE481" w14:textId="77777777" w:rsidR="00AB793A" w:rsidRPr="00695F36" w:rsidRDefault="00AB793A" w:rsidP="009C610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B793A" w:rsidRPr="00695F36" w14:paraId="2205A1A8" w14:textId="77777777" w:rsidTr="009C6103">
        <w:tc>
          <w:tcPr>
            <w:tcW w:w="9639" w:type="dxa"/>
          </w:tcPr>
          <w:p w14:paraId="6FD6E46A" w14:textId="77777777" w:rsidR="00AB793A" w:rsidRPr="00695F36" w:rsidRDefault="00AB793A" w:rsidP="009C6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B793A" w:rsidRPr="00695F36" w14:paraId="18BAE43D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77A4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Definicja i przedmiot prawa konstytucyjnego</w:t>
            </w:r>
          </w:p>
        </w:tc>
      </w:tr>
      <w:tr w:rsidR="00AB793A" w:rsidRPr="00695F36" w14:paraId="06B796B7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2C7F5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Ko</w:t>
            </w:r>
            <w:r w:rsidR="00050D4F" w:rsidRPr="00695F36">
              <w:rPr>
                <w:rFonts w:ascii="Corbel" w:hAnsi="Corbel"/>
                <w:b/>
                <w:sz w:val="24"/>
                <w:szCs w:val="24"/>
              </w:rPr>
              <w:t>nstytucja – zagadnienia węzłowe</w:t>
            </w:r>
          </w:p>
          <w:p w14:paraId="354DED0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geneza konstytucji pisanej</w:t>
            </w:r>
          </w:p>
          <w:p w14:paraId="098A018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konstytucja a ustrój polityczny państwa</w:t>
            </w:r>
          </w:p>
          <w:p w14:paraId="0E695A6F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konstytucja jako ustawa zasadnicza</w:t>
            </w:r>
          </w:p>
          <w:p w14:paraId="7ABF0540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źródła prawa konstytucyjnego</w:t>
            </w:r>
          </w:p>
          <w:p w14:paraId="0D39598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ustrojowe modele kontroli konstytucyjności prawa</w:t>
            </w:r>
          </w:p>
          <w:p w14:paraId="6C2CF58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szczególna treść przepisów oraz systematyka konstytucji</w:t>
            </w:r>
          </w:p>
          <w:p w14:paraId="13D4E3B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sposoby uchwalania konstytucji</w:t>
            </w:r>
          </w:p>
          <w:p w14:paraId="69308DAA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zagadnienie zmiany konstytucji</w:t>
            </w:r>
          </w:p>
        </w:tc>
      </w:tr>
      <w:tr w:rsidR="00AB793A" w:rsidRPr="00695F36" w14:paraId="2907BD3E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DA9CB" w14:textId="77777777" w:rsidR="00AB793A" w:rsidRPr="00695F36" w:rsidRDefault="00AB793A" w:rsidP="009C6103">
            <w:pPr>
              <w:spacing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Ustrój konstytucyjny w Polsce powojennej, w dobie oraz reforma systemu konstytucyjnego państwa w dobie transformacji ustrojowej</w:t>
            </w:r>
          </w:p>
        </w:tc>
      </w:tr>
      <w:tr w:rsidR="00AB793A" w:rsidRPr="00695F36" w14:paraId="553097BE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1396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5F36">
              <w:rPr>
                <w:rFonts w:ascii="Corbel" w:hAnsi="Corbel"/>
                <w:b/>
                <w:sz w:val="24"/>
                <w:szCs w:val="24"/>
              </w:rPr>
              <w:t>Naczelne zasady ustroju III RP:</w:t>
            </w:r>
          </w:p>
          <w:p w14:paraId="7774C304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556A680A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6E261D93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demokratycznego państwa prawnego</w:t>
            </w:r>
          </w:p>
          <w:p w14:paraId="4749775B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6874A7B6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5E52E029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2C6E6614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224ED74C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45A643C5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- zasada </w:t>
            </w:r>
            <w:proofErr w:type="spellStart"/>
            <w:r w:rsidRPr="00695F36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695F36">
              <w:rPr>
                <w:rFonts w:ascii="Corbel" w:hAnsi="Corbel"/>
                <w:sz w:val="24"/>
                <w:szCs w:val="24"/>
              </w:rPr>
              <w:t>-gabinetowego systemu rządów</w:t>
            </w:r>
          </w:p>
          <w:p w14:paraId="1682A925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odrębności i niezależności sądów</w:t>
            </w:r>
            <w:r w:rsidRPr="00695F36">
              <w:rPr>
                <w:rFonts w:ascii="Corbel" w:hAnsi="Corbel"/>
                <w:sz w:val="24"/>
                <w:szCs w:val="24"/>
              </w:rPr>
              <w:br/>
              <w:t xml:space="preserve"> i Trybunałów</w:t>
            </w:r>
          </w:p>
          <w:p w14:paraId="2D9FBC58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640955E1" w14:textId="77777777" w:rsidR="00AB793A" w:rsidRPr="00695F36" w:rsidRDefault="00AB793A" w:rsidP="009C610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decentralizacji władzy publicznej oraz samorządu terytorialnego</w:t>
            </w:r>
          </w:p>
        </w:tc>
      </w:tr>
      <w:tr w:rsidR="00AB793A" w:rsidRPr="00695F36" w14:paraId="5174EB3F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A294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Ustrojowy status jednostki w państwie:</w:t>
            </w:r>
          </w:p>
          <w:p w14:paraId="064EF0DA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geneza ochrony praw jednostki</w:t>
            </w:r>
          </w:p>
          <w:p w14:paraId="1D7A7D1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międzynarodowa ochrona praw człowieka</w:t>
            </w:r>
          </w:p>
          <w:p w14:paraId="7F1CAC8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wolności, prawa i obowiązki człowieka i obywatela    (założenia konstytucyjne)</w:t>
            </w:r>
          </w:p>
          <w:p w14:paraId="0A14599E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zakres regulacji konstytucyjnej</w:t>
            </w:r>
          </w:p>
          <w:p w14:paraId="49BEC57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prawa człowieka</w:t>
            </w:r>
          </w:p>
          <w:p w14:paraId="36AA092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prawa podmiotowe</w:t>
            </w:r>
          </w:p>
          <w:p w14:paraId="342DC30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prawa obywatelskie</w:t>
            </w:r>
          </w:p>
          <w:p w14:paraId="5A9EF32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wolności osobiste</w:t>
            </w:r>
          </w:p>
          <w:p w14:paraId="1EE2E754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podstawowe obowiązki</w:t>
            </w:r>
          </w:p>
          <w:p w14:paraId="01D131E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lastRenderedPageBreak/>
              <w:t>- instytucjonalne gwarancje ochrony praw jednostki</w:t>
            </w:r>
          </w:p>
        </w:tc>
      </w:tr>
      <w:tr w:rsidR="00AB793A" w:rsidRPr="00695F36" w14:paraId="0276FCF9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1B8C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lastRenderedPageBreak/>
              <w:t>Konstytucyjny system źródeł prawa:</w:t>
            </w:r>
          </w:p>
          <w:p w14:paraId="5ECAF340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akty prawa powszechnie obowiązującego</w:t>
            </w:r>
          </w:p>
          <w:p w14:paraId="2AE2BE3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akty prawa wewnętrznego</w:t>
            </w:r>
          </w:p>
          <w:p w14:paraId="57A8D16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miejsce prawa międzynarodowego i prawa europejskiego w systemie źródeł prawa</w:t>
            </w:r>
          </w:p>
        </w:tc>
      </w:tr>
      <w:tr w:rsidR="00AB793A" w:rsidRPr="00695F36" w14:paraId="40C73EEF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37CAE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Prawo wyborcze:</w:t>
            </w:r>
          </w:p>
          <w:p w14:paraId="3162D6B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37D4CBA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prawo wyborcze, system wyborczy – pojęcie</w:t>
            </w:r>
          </w:p>
          <w:p w14:paraId="7994B773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funkcje prawa wyborczego</w:t>
            </w:r>
          </w:p>
          <w:p w14:paraId="594EC06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konstytucyjne zasady prawa wyborczego:</w:t>
            </w:r>
          </w:p>
          <w:p w14:paraId="3D38BCA3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powszechności</w:t>
            </w:r>
          </w:p>
          <w:p w14:paraId="44A9850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równości</w:t>
            </w:r>
          </w:p>
          <w:p w14:paraId="3661C9F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bezpośredniości</w:t>
            </w:r>
          </w:p>
          <w:p w14:paraId="608CFF4F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proporcjonalności i zasada większości</w:t>
            </w:r>
          </w:p>
          <w:p w14:paraId="1C2B74F5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zasada tajności</w:t>
            </w:r>
          </w:p>
          <w:p w14:paraId="4A32AD20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organizacja wyborów parlamentarnych i na urząd prezydenta</w:t>
            </w:r>
          </w:p>
          <w:p w14:paraId="1528817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struktura oraz kompetencje organów wyborczych</w:t>
            </w:r>
          </w:p>
          <w:p w14:paraId="4DFB67B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tryb stwierdzania ważności wyborów</w:t>
            </w:r>
          </w:p>
        </w:tc>
      </w:tr>
      <w:tr w:rsidR="00AB793A" w:rsidRPr="00695F36" w14:paraId="6CC7159C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63409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Referenda i obywatelska inicjatywa ustawodawcza</w:t>
            </w:r>
          </w:p>
        </w:tc>
      </w:tr>
      <w:tr w:rsidR="00AB793A" w:rsidRPr="00695F36" w14:paraId="06043FB8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4E16F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Sejm i Senat jako organy władzy ustawodawczej:</w:t>
            </w:r>
          </w:p>
          <w:p w14:paraId="6699183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miejsce Sejmu i Senatu w systemie organizacji władzy państwowej w Polsce</w:t>
            </w:r>
          </w:p>
          <w:p w14:paraId="1A420AD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regulaminy izb</w:t>
            </w:r>
          </w:p>
          <w:p w14:paraId="72A670F5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ustrojowy status deputowanego do Sejmu i Senatu</w:t>
            </w:r>
          </w:p>
          <w:p w14:paraId="76485033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funkcje ustrojowe oraz kompetencje Sejmu i Senatu</w:t>
            </w:r>
          </w:p>
          <w:p w14:paraId="4F39B5A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struktura organizacyjna oraz mechanizmy funkcjonowania izb polskiego parlamentu:</w:t>
            </w:r>
          </w:p>
          <w:p w14:paraId="73F9BA20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organy wewnętrzne w Sejmie i Senacie</w:t>
            </w:r>
          </w:p>
          <w:p w14:paraId="4E66594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prawne formy organizowania się posłów na terenie parlamentu</w:t>
            </w:r>
          </w:p>
          <w:p w14:paraId="477B07BA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prace Sejmu i Senatu – regulacja prawna, zwyczaje parlamentarne, zasady ustrojowe</w:t>
            </w:r>
          </w:p>
          <w:p w14:paraId="55E440B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tryb ustawodawczy:</w:t>
            </w:r>
          </w:p>
          <w:p w14:paraId="30946828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zwykła procedura ustawodawcza</w:t>
            </w:r>
          </w:p>
          <w:p w14:paraId="486C83A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szczególne procedury ustawodawcze</w:t>
            </w:r>
          </w:p>
        </w:tc>
      </w:tr>
      <w:tr w:rsidR="00AB793A" w:rsidRPr="00695F36" w14:paraId="6B0771C0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D2E5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 xml:space="preserve"> Ustrojowy model prezydentury w Polsce:</w:t>
            </w:r>
          </w:p>
          <w:p w14:paraId="50B797C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pozycja ustrojowa Prezydenta RP</w:t>
            </w:r>
          </w:p>
          <w:p w14:paraId="2E473F0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instytucja odpowiedzialności konstytucyjnej Prezydenta RP</w:t>
            </w:r>
          </w:p>
          <w:p w14:paraId="7E48F7A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zasady wyboru Prezydenta RP</w:t>
            </w:r>
          </w:p>
          <w:p w14:paraId="5051D04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funkcje ustrojowe Prezydenta RP</w:t>
            </w:r>
          </w:p>
          <w:p w14:paraId="6DAF40E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akty urzędowe Prezydenta RP</w:t>
            </w:r>
          </w:p>
          <w:p w14:paraId="775AB2D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kompetencje Prezydenta RP:</w:t>
            </w:r>
          </w:p>
          <w:p w14:paraId="6D8BCDE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w relacjach z parlamentem</w:t>
            </w:r>
          </w:p>
          <w:p w14:paraId="2767E5A0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w relacjach z rządem</w:t>
            </w:r>
          </w:p>
          <w:p w14:paraId="57E0ED9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w relacjach z władzą sądowniczą</w:t>
            </w:r>
          </w:p>
        </w:tc>
      </w:tr>
      <w:tr w:rsidR="00AB793A" w:rsidRPr="00695F36" w14:paraId="2DDEC720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3BFE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Rada Ministrów i administracja rządowa:</w:t>
            </w:r>
          </w:p>
          <w:p w14:paraId="00068D3E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ustrojowa rola Rady Ministrów</w:t>
            </w:r>
          </w:p>
          <w:p w14:paraId="16652219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skład rządu</w:t>
            </w:r>
          </w:p>
          <w:p w14:paraId="40D9D0C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tryb powoływania i dokonywania zmian w składzie Rady Ministrów</w:t>
            </w:r>
          </w:p>
          <w:p w14:paraId="7F2A6208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lastRenderedPageBreak/>
              <w:t>- zagadnienie konstytucyjnej odpowiedzialności członków Rady Ministrów</w:t>
            </w:r>
          </w:p>
          <w:p w14:paraId="17FFC67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prawnoustrojowe formy politycznej odpowiedzialności Rady Ministrów</w:t>
            </w:r>
          </w:p>
          <w:p w14:paraId="4A6CA881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kompetencje Rady Ministrów</w:t>
            </w:r>
          </w:p>
          <w:p w14:paraId="45893355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tryb działania Rady Ministrów</w:t>
            </w:r>
          </w:p>
          <w:p w14:paraId="3B830EE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administracja rządowa</w:t>
            </w:r>
          </w:p>
        </w:tc>
      </w:tr>
      <w:tr w:rsidR="00AB793A" w:rsidRPr="00695F36" w14:paraId="1DF198BB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9D3FD" w14:textId="77777777" w:rsidR="00AB793A" w:rsidRPr="00695F36" w:rsidRDefault="00AB793A" w:rsidP="009C6103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lastRenderedPageBreak/>
              <w:t xml:space="preserve">                 </w:t>
            </w:r>
            <w:r w:rsidRPr="00695F36">
              <w:rPr>
                <w:rFonts w:ascii="Corbel" w:hAnsi="Corbel"/>
                <w:b/>
                <w:sz w:val="24"/>
                <w:szCs w:val="24"/>
              </w:rPr>
              <w:t>Organy samorządu terytorialnego:</w:t>
            </w:r>
          </w:p>
          <w:p w14:paraId="0096880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konstrukcja prawna gminy, powiatu i województwa</w:t>
            </w:r>
          </w:p>
          <w:p w14:paraId="29EE06D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kompetencje gminy, powiatu i województwa</w:t>
            </w:r>
          </w:p>
          <w:p w14:paraId="2B89D8E0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sprawowanie władzy w gminie, powiecie i województwie</w:t>
            </w:r>
          </w:p>
          <w:p w14:paraId="6251DC2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wybory organów stanowiących</w:t>
            </w:r>
          </w:p>
          <w:p w14:paraId="7976E2DF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tryb wyłaniania organów wykonawczych</w:t>
            </w:r>
          </w:p>
          <w:p w14:paraId="60EA775A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referendum lokalne</w:t>
            </w:r>
          </w:p>
        </w:tc>
      </w:tr>
      <w:tr w:rsidR="00AB793A" w:rsidRPr="00695F36" w14:paraId="476C9819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CFA0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Władza sądownicza:</w:t>
            </w:r>
          </w:p>
          <w:p w14:paraId="4D90ABF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ustrój i właściwość organów wymiaru sprawiedliwości: Sąd Najwyższy, sądy powszechne, sądy administracyjne, Naczelny Sąd          Administracyjny, sądy wojskowe</w:t>
            </w:r>
          </w:p>
          <w:p w14:paraId="42212EBE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konstytucyjne zasady organizacji i postępowania sądów</w:t>
            </w:r>
          </w:p>
          <w:p w14:paraId="0E0B01F9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Krajowa Rada Sądownictwa</w:t>
            </w:r>
          </w:p>
          <w:p w14:paraId="575763D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Trybunał Konstytucyjny:</w:t>
            </w:r>
          </w:p>
          <w:p w14:paraId="4E9E9D74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geneza ustrojowa kontroli konstytucyjności prawa w Polsce</w:t>
            </w:r>
          </w:p>
          <w:p w14:paraId="360B3D43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status ustrojowy Trybunału Konstytucyjnego</w:t>
            </w:r>
          </w:p>
          <w:p w14:paraId="683A102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skład Trybunału Konstytucyjnego</w:t>
            </w:r>
          </w:p>
          <w:p w14:paraId="168B6A3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zakres kompetencji Trybunału Konstytucyjnego</w:t>
            </w:r>
          </w:p>
          <w:p w14:paraId="7D76679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rodzaje postępowań przed Trybunałem Konstytucyjnym</w:t>
            </w:r>
          </w:p>
          <w:p w14:paraId="4271F59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charakter prawny orzeczeń Trybunału Konstytucyjnego</w:t>
            </w:r>
          </w:p>
          <w:p w14:paraId="28E83A04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ustrojowy model skargi konstytucyjnej</w:t>
            </w:r>
          </w:p>
          <w:p w14:paraId="700664D8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Trybunał Stanu:</w:t>
            </w:r>
          </w:p>
          <w:p w14:paraId="4057B7EB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zagadnienie oraz geneza odpowiedzialności konstytucyjnej w prawie polskim</w:t>
            </w:r>
          </w:p>
          <w:p w14:paraId="0037792F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zakres podmiotowy oraz przedmiotowy odpowiedzialności konstytucyjnej w świetle ustawy  zasadniczej z 1997 roku</w:t>
            </w:r>
          </w:p>
          <w:p w14:paraId="6B30A623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skład Trybunału Stanu</w:t>
            </w:r>
          </w:p>
          <w:p w14:paraId="4462710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postępowanie przed Trybunałem Stanu</w:t>
            </w:r>
          </w:p>
          <w:p w14:paraId="0F97A39E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sankcje prawne w ramach odpowiedzialności konstytucyjnej</w:t>
            </w:r>
          </w:p>
        </w:tc>
      </w:tr>
      <w:tr w:rsidR="00AB793A" w:rsidRPr="00695F36" w14:paraId="1B366D1C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DDA9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 xml:space="preserve"> Organy kontroli państwowej i ochrony prawa:</w:t>
            </w:r>
          </w:p>
          <w:p w14:paraId="112B696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Najwyższa Izba Kontroli:</w:t>
            </w:r>
          </w:p>
          <w:p w14:paraId="49782395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pojęcie kontroli</w:t>
            </w:r>
          </w:p>
          <w:p w14:paraId="20F9F2AF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pozycja ustrojowa Najwyższej Izby Kontroli</w:t>
            </w:r>
          </w:p>
          <w:p w14:paraId="2FDFD81A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organy Najwyższej Izby Kontroli</w:t>
            </w:r>
          </w:p>
          <w:p w14:paraId="39721D9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przedmiotowy i podmiotowy zakres  kontroli Najwyższej Izby Kontroli</w:t>
            </w:r>
          </w:p>
          <w:p w14:paraId="69E5C98C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Rzecznik Praw Obywatelskich:</w:t>
            </w:r>
          </w:p>
          <w:p w14:paraId="2F71F9B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geneza oraz status ustrojowy urzędu  Rzecznika Praw Obywatelskich w Polsce</w:t>
            </w:r>
          </w:p>
          <w:p w14:paraId="4284E27A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warunki wyboru na urząd Rzecznika Praw Obywatelskich</w:t>
            </w:r>
          </w:p>
          <w:p w14:paraId="7EF140BA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powoływanie i odwoływanie Rzecznika Praw Obywatelskich</w:t>
            </w:r>
          </w:p>
          <w:p w14:paraId="084D1AAE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zakres kompetencji Rzecznika Praw Obywatelskich</w:t>
            </w:r>
          </w:p>
          <w:p w14:paraId="11054979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prawne formy oraz tryb działania Rzecznika Praw Obywatelskich</w:t>
            </w:r>
          </w:p>
          <w:p w14:paraId="12E06CA5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Narodowy Bank Polski:</w:t>
            </w:r>
          </w:p>
          <w:p w14:paraId="46B4A69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ustrojowa rola Narodowego Banku Polskiego</w:t>
            </w:r>
          </w:p>
          <w:p w14:paraId="1B670476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lastRenderedPageBreak/>
              <w:t>- organizacja Narodowego Banku Polskiego</w:t>
            </w:r>
          </w:p>
          <w:p w14:paraId="5A22D90A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konstytucyjne regulacje dotyczące polityki finansowej państwa</w:t>
            </w:r>
          </w:p>
          <w:p w14:paraId="05ED3AFD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Krajowa Rada Radiofonii i Telewizji:</w:t>
            </w:r>
          </w:p>
          <w:p w14:paraId="78FCB40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geneza i pozycja ustrojowa Krajowej Rady Radiofonii i Telewizji</w:t>
            </w:r>
          </w:p>
          <w:p w14:paraId="1193729F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skład Krajowej Rady Radiofonii i Telewizji</w:t>
            </w:r>
          </w:p>
          <w:p w14:paraId="60A0FDD3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zadania i kompetencje Krajowej Rady Radiofonii i Telewizji</w:t>
            </w:r>
          </w:p>
        </w:tc>
      </w:tr>
      <w:tr w:rsidR="00AB793A" w:rsidRPr="00695F36" w14:paraId="51253BDB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47C6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lastRenderedPageBreak/>
              <w:t>Finanse publiczne</w:t>
            </w:r>
          </w:p>
        </w:tc>
      </w:tr>
      <w:tr w:rsidR="00AB793A" w:rsidRPr="00695F36" w14:paraId="3CFCA1B2" w14:textId="77777777" w:rsidTr="009C610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6227E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Problematyka stanów nadzwyczajnych:</w:t>
            </w:r>
          </w:p>
          <w:p w14:paraId="7B15FEC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stan wojenny</w:t>
            </w:r>
          </w:p>
          <w:p w14:paraId="15DB4127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stan wyjątkowy</w:t>
            </w:r>
          </w:p>
          <w:p w14:paraId="175F4592" w14:textId="77777777" w:rsidR="00AB793A" w:rsidRPr="00695F36" w:rsidRDefault="00AB793A" w:rsidP="009C610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- stan klęski żywiołowej</w:t>
            </w:r>
          </w:p>
        </w:tc>
      </w:tr>
    </w:tbl>
    <w:p w14:paraId="42D3F139" w14:textId="77777777" w:rsidR="00154950" w:rsidRPr="00695F36" w:rsidRDefault="001549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7D9DD17" w14:textId="77777777" w:rsidR="0085747A" w:rsidRPr="00695F3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5F36">
        <w:rPr>
          <w:rFonts w:ascii="Corbel" w:hAnsi="Corbel"/>
          <w:smallCaps w:val="0"/>
          <w:szCs w:val="24"/>
        </w:rPr>
        <w:t>3.4 Metody dydaktyczne</w:t>
      </w:r>
      <w:r w:rsidRPr="00695F36">
        <w:rPr>
          <w:rFonts w:ascii="Corbel" w:hAnsi="Corbel"/>
          <w:b w:val="0"/>
          <w:smallCaps w:val="0"/>
          <w:szCs w:val="24"/>
        </w:rPr>
        <w:t xml:space="preserve"> </w:t>
      </w:r>
    </w:p>
    <w:p w14:paraId="5C039CD6" w14:textId="77777777" w:rsidR="002E7BA4" w:rsidRPr="00695F36" w:rsidRDefault="002E7BA4" w:rsidP="005457AA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695F36">
        <w:rPr>
          <w:rFonts w:ascii="Corbel" w:hAnsi="Corbel"/>
          <w:b w:val="0"/>
          <w:smallCaps w:val="0"/>
          <w:szCs w:val="24"/>
        </w:rPr>
        <w:t>Wykład: wykład problemowy</w:t>
      </w:r>
      <w:r w:rsidR="00430F9C" w:rsidRPr="00695F36">
        <w:rPr>
          <w:rFonts w:ascii="Corbel" w:hAnsi="Corbel"/>
          <w:b w:val="0"/>
          <w:smallCaps w:val="0"/>
          <w:szCs w:val="24"/>
        </w:rPr>
        <w:t xml:space="preserve"> </w:t>
      </w:r>
      <w:r w:rsidRPr="00695F36">
        <w:rPr>
          <w:rFonts w:ascii="Corbel" w:hAnsi="Corbel"/>
          <w:b w:val="0"/>
          <w:smallCaps w:val="0"/>
          <w:szCs w:val="24"/>
        </w:rPr>
        <w:t>z prezentacją multimedialną,</w:t>
      </w:r>
      <w:r w:rsidR="00430F9C" w:rsidRPr="00695F36">
        <w:rPr>
          <w:rFonts w:ascii="Corbel" w:hAnsi="Corbel"/>
          <w:b w:val="0"/>
          <w:smallCaps w:val="0"/>
          <w:szCs w:val="24"/>
        </w:rPr>
        <w:t xml:space="preserve"> </w:t>
      </w:r>
      <w:r w:rsidRPr="00695F36">
        <w:rPr>
          <w:rFonts w:ascii="Corbel" w:hAnsi="Corbel"/>
          <w:b w:val="0"/>
          <w:smallCaps w:val="0"/>
          <w:szCs w:val="24"/>
        </w:rPr>
        <w:t>wykład z elementami konwersatorium</w:t>
      </w:r>
      <w:r w:rsidR="00430F9C" w:rsidRPr="00695F36">
        <w:rPr>
          <w:rFonts w:ascii="Corbel" w:hAnsi="Corbel"/>
          <w:b w:val="0"/>
          <w:smallCaps w:val="0"/>
          <w:szCs w:val="24"/>
        </w:rPr>
        <w:t>, omawianie kazusów</w:t>
      </w:r>
      <w:r w:rsidRPr="00695F36">
        <w:rPr>
          <w:rFonts w:ascii="Corbel" w:hAnsi="Corbel"/>
          <w:b w:val="0"/>
          <w:smallCaps w:val="0"/>
          <w:szCs w:val="24"/>
        </w:rPr>
        <w:t>;</w:t>
      </w:r>
    </w:p>
    <w:p w14:paraId="11A4A3A6" w14:textId="77777777" w:rsidR="002E7BA4" w:rsidRPr="00695F36" w:rsidRDefault="002E7BA4" w:rsidP="005457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95F36">
        <w:rPr>
          <w:rFonts w:ascii="Corbel" w:hAnsi="Corbel"/>
          <w:b w:val="0"/>
          <w:smallCaps w:val="0"/>
          <w:szCs w:val="24"/>
        </w:rPr>
        <w:t>Ćwiczenia: analiza i interpretacja aktów normatywnych, dyskusja nad tezami doktryny oraz orzecznictwa, rozwiązywanie kazusów, panel dyskusyjny</w:t>
      </w:r>
      <w:r w:rsidR="00430F9C" w:rsidRPr="00695F36">
        <w:rPr>
          <w:rFonts w:ascii="Corbel" w:hAnsi="Corbel"/>
          <w:b w:val="0"/>
          <w:smallCaps w:val="0"/>
          <w:szCs w:val="24"/>
        </w:rPr>
        <w:t>,</w:t>
      </w:r>
      <w:r w:rsidRPr="00695F36">
        <w:rPr>
          <w:rFonts w:ascii="Corbel" w:hAnsi="Corbel"/>
          <w:b w:val="0"/>
          <w:smallCaps w:val="0"/>
          <w:szCs w:val="24"/>
        </w:rPr>
        <w:t xml:space="preserve"> praca w grupach (rozwiązywanie zadań, dyskusja),</w:t>
      </w:r>
      <w:r w:rsidR="00430F9C" w:rsidRPr="00695F36">
        <w:rPr>
          <w:rFonts w:ascii="Corbel" w:hAnsi="Corbel"/>
          <w:b w:val="0"/>
          <w:smallCaps w:val="0"/>
          <w:szCs w:val="24"/>
        </w:rPr>
        <w:t xml:space="preserve"> </w:t>
      </w:r>
      <w:r w:rsidRPr="00695F36">
        <w:rPr>
          <w:rFonts w:ascii="Corbel" w:hAnsi="Corbel"/>
          <w:b w:val="0"/>
          <w:smallCaps w:val="0"/>
          <w:szCs w:val="24"/>
        </w:rPr>
        <w:t xml:space="preserve">gry dydaktyczne, </w:t>
      </w:r>
      <w:r w:rsidR="00430F9C" w:rsidRPr="00695F36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0F6C2A43" w14:textId="77777777" w:rsidR="00E960BB" w:rsidRPr="00695F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9E0A4E" w14:textId="77777777" w:rsidR="0085747A" w:rsidRPr="00695F3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95F36">
        <w:rPr>
          <w:rFonts w:ascii="Corbel" w:hAnsi="Corbel"/>
          <w:smallCaps w:val="0"/>
          <w:szCs w:val="24"/>
        </w:rPr>
        <w:t xml:space="preserve">4. </w:t>
      </w:r>
      <w:r w:rsidR="0085747A" w:rsidRPr="00695F36">
        <w:rPr>
          <w:rFonts w:ascii="Corbel" w:hAnsi="Corbel"/>
          <w:smallCaps w:val="0"/>
          <w:szCs w:val="24"/>
        </w:rPr>
        <w:t>METODY I KRYTERIA OCENY</w:t>
      </w:r>
      <w:r w:rsidR="009F4610" w:rsidRPr="00695F36">
        <w:rPr>
          <w:rFonts w:ascii="Corbel" w:hAnsi="Corbel"/>
          <w:smallCaps w:val="0"/>
          <w:szCs w:val="24"/>
        </w:rPr>
        <w:t xml:space="preserve"> </w:t>
      </w:r>
    </w:p>
    <w:p w14:paraId="20FE347F" w14:textId="77777777" w:rsidR="00923D7D" w:rsidRPr="00695F3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309DAA" w14:textId="77777777" w:rsidR="0085747A" w:rsidRPr="00695F3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5F3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95F36">
        <w:rPr>
          <w:rFonts w:ascii="Corbel" w:hAnsi="Corbel"/>
          <w:smallCaps w:val="0"/>
          <w:szCs w:val="24"/>
        </w:rPr>
        <w:t>uczenia się</w:t>
      </w:r>
    </w:p>
    <w:p w14:paraId="0B1D5F13" w14:textId="77777777" w:rsidR="0085747A" w:rsidRPr="00695F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95F36" w14:paraId="214E3691" w14:textId="77777777" w:rsidTr="00C05F44">
        <w:tc>
          <w:tcPr>
            <w:tcW w:w="1985" w:type="dxa"/>
            <w:vAlign w:val="center"/>
          </w:tcPr>
          <w:p w14:paraId="00D506FE" w14:textId="77777777" w:rsidR="0085747A" w:rsidRPr="00695F3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79DC66" w14:textId="14045B29" w:rsidR="0085747A" w:rsidRPr="00695F3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6F0ADA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</w:p>
          <w:p w14:paraId="6908E947" w14:textId="77777777" w:rsidR="0085747A" w:rsidRPr="00695F3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95F36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EA454A" w14:textId="77777777" w:rsidR="00923D7D" w:rsidRPr="00695F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70E6AC" w14:textId="0427BD95" w:rsidR="0085747A" w:rsidRPr="00695F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6F0AD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2514" w:rsidRPr="00695F36" w14:paraId="5AC8100C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2999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B304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Egzamin pisemny , 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7187" w14:textId="0358623A" w:rsidR="00B62514" w:rsidRPr="00695F36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B62514" w:rsidRPr="00695F36" w14:paraId="7711AC62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C8B8E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8F58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E4C1" w14:textId="76E10A1F" w:rsidR="00B62514" w:rsidRPr="00695F36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B62514" w:rsidRPr="00695F36" w14:paraId="5348B9A3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1792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3280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3915" w14:textId="7C699C65" w:rsidR="00B62514" w:rsidRPr="00695F36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B62514" w:rsidRPr="00695F36" w14:paraId="33A5F921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8858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618D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Egzamin pisemny, 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1FF0" w14:textId="4C76F37C" w:rsidR="00B62514" w:rsidRPr="00695F36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B62514" w:rsidRPr="00695F36" w14:paraId="7DCB7F8E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30A6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F29F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9EF2" w14:textId="05CCC63F" w:rsidR="00B62514" w:rsidRPr="00695F36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695F36" w14:paraId="0F7B5463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5C08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52AE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Egzamin pisemny , 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CAC2" w14:textId="1C4F1D87" w:rsidR="00B62514" w:rsidRPr="00695F36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B62514" w:rsidRPr="00695F36" w14:paraId="0405FACB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20A0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589D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Egzamin pisemny 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6B9B" w14:textId="53663F03" w:rsidR="00B62514" w:rsidRPr="00695F36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B62514" w:rsidRPr="00695F36" w14:paraId="79DCCA4D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FD48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B48E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A01A" w14:textId="606B3047" w:rsidR="00B62514" w:rsidRPr="00695F36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62514" w:rsidRPr="00695F36" w14:paraId="7DBE3CE8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E968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F0F3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A6FF" w14:textId="18C8F878" w:rsidR="00B62514" w:rsidRPr="006F0ADA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0ADA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62514" w:rsidRPr="00695F36" w14:paraId="201674EC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79EF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7DCB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projekt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C8E2" w14:textId="29CBC9BC" w:rsidR="00B62514" w:rsidRPr="006F0ADA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0ADA">
              <w:rPr>
                <w:rFonts w:ascii="Corbel" w:hAnsi="Corbel"/>
                <w:b w:val="0"/>
                <w:smallCaps w:val="0"/>
                <w:szCs w:val="24"/>
              </w:rPr>
              <w:t xml:space="preserve">ćw. </w:t>
            </w:r>
          </w:p>
        </w:tc>
      </w:tr>
      <w:tr w:rsidR="00B62514" w:rsidRPr="00695F36" w14:paraId="21BE28C6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4E04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9F7B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1C14" w14:textId="20B34373" w:rsidR="00B62514" w:rsidRPr="006F0ADA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0ADA">
              <w:rPr>
                <w:rFonts w:ascii="Corbel" w:hAnsi="Corbel"/>
                <w:b w:val="0"/>
                <w:smallCaps w:val="0"/>
                <w:szCs w:val="24"/>
              </w:rPr>
              <w:t xml:space="preserve">ćw. </w:t>
            </w:r>
          </w:p>
        </w:tc>
      </w:tr>
      <w:tr w:rsidR="00B62514" w:rsidRPr="00695F36" w14:paraId="2FC11AA9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EF100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41E5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F788" w14:textId="6AEAC953" w:rsidR="00B62514" w:rsidRPr="006F0ADA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0ADA">
              <w:rPr>
                <w:rFonts w:ascii="Corbel" w:hAnsi="Corbel"/>
                <w:b w:val="0"/>
                <w:smallCaps w:val="0"/>
                <w:szCs w:val="24"/>
              </w:rPr>
              <w:t xml:space="preserve">ćw. </w:t>
            </w:r>
          </w:p>
        </w:tc>
      </w:tr>
      <w:tr w:rsidR="00B62514" w:rsidRPr="00695F36" w14:paraId="27F5DEAB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A1C9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4E13" w14:textId="77777777" w:rsidR="00B62514" w:rsidRPr="00695F36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EF45" w14:textId="70C9CBAA" w:rsidR="00B62514" w:rsidRPr="006F0ADA" w:rsidRDefault="006F0ADA" w:rsidP="006F0A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0ADA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1E6C0D3B" w14:textId="77777777" w:rsidR="00923D7D" w:rsidRPr="00695F3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44525F" w14:textId="5DBBEA6E" w:rsidR="0085747A" w:rsidRPr="00695F36" w:rsidRDefault="006F0AD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695F36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695F3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95F36">
        <w:rPr>
          <w:rFonts w:ascii="Corbel" w:hAnsi="Corbel"/>
          <w:smallCaps w:val="0"/>
          <w:szCs w:val="24"/>
        </w:rPr>
        <w:t xml:space="preserve"> </w:t>
      </w:r>
    </w:p>
    <w:p w14:paraId="0218DA5C" w14:textId="77777777" w:rsidR="00923D7D" w:rsidRPr="00695F3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5F36" w14:paraId="51AA1F42" w14:textId="77777777" w:rsidTr="00923D7D">
        <w:tc>
          <w:tcPr>
            <w:tcW w:w="9670" w:type="dxa"/>
          </w:tcPr>
          <w:p w14:paraId="0E7DB8B7" w14:textId="77777777" w:rsidR="00695F36" w:rsidRPr="00695F36" w:rsidRDefault="00695F36" w:rsidP="00695F36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/>
                <w:smallCaps/>
                <w:sz w:val="24"/>
                <w:szCs w:val="24"/>
              </w:rPr>
              <w:t>wykład</w:t>
            </w:r>
          </w:p>
          <w:p w14:paraId="08240E4A" w14:textId="77777777" w:rsidR="00695F36" w:rsidRDefault="00695F36" w:rsidP="00695F36">
            <w:pPr>
              <w:pStyle w:val="Akapitzlist"/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hAnsi="Corbel"/>
                <w:b/>
                <w:smallCaps/>
                <w:sz w:val="24"/>
                <w:szCs w:val="24"/>
              </w:rPr>
              <w:t>egzamin w formie pisemnej (pytania zamknięte lub opisowe) lub w formie ustnej (</w:t>
            </w:r>
            <w:r w:rsidRPr="00695F36">
              <w:rPr>
                <w:rFonts w:ascii="Corbel" w:eastAsia="Cambria" w:hAnsi="Corbel"/>
                <w:sz w:val="24"/>
                <w:szCs w:val="24"/>
                <w:lang w:eastAsia="pl-PL"/>
              </w:rPr>
              <w:t>student losuje kolejno trzy pytania, na które udziela odpowiedzi; pytania egzaminacyjne obejmują tematy stanowiące przedmiot wykładu oraz ćwiczeń. Przed egzaminem student otrzymuje wykaz zagadnień, w oparciu o który zostaną opracowane pytania).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 </w:t>
            </w:r>
          </w:p>
          <w:p w14:paraId="6A44F423" w14:textId="77777777" w:rsidR="00695F36" w:rsidRDefault="00BE39A8" w:rsidP="00695F36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Cambria" w:hAnsi="Corbel"/>
                <w:b/>
                <w:sz w:val="24"/>
                <w:szCs w:val="24"/>
                <w:lang w:eastAsia="pl-PL"/>
              </w:rPr>
              <w:t>Ćwiczenia</w:t>
            </w:r>
          </w:p>
          <w:p w14:paraId="7256D8F3" w14:textId="77777777" w:rsidR="00695F36" w:rsidRDefault="001F5D05" w:rsidP="00695F36">
            <w:pPr>
              <w:pStyle w:val="Akapitzlist"/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Cambria" w:hAnsi="Corbel"/>
                <w:sz w:val="24"/>
                <w:szCs w:val="24"/>
                <w:lang w:eastAsia="pl-PL"/>
              </w:rPr>
              <w:t>Test jednokrotnego lub wielokrotnego wyboru stanowiący 60% oceny semestralnej;</w:t>
            </w:r>
          </w:p>
          <w:p w14:paraId="08CDD43F" w14:textId="77777777" w:rsidR="00695F36" w:rsidRDefault="00695F36" w:rsidP="00695F36">
            <w:pPr>
              <w:pStyle w:val="Akapitzlist"/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</w:p>
          <w:p w14:paraId="48357718" w14:textId="2704AC32" w:rsidR="00695F36" w:rsidRPr="006F0ADA" w:rsidRDefault="001F5D05" w:rsidP="006F0ADA">
            <w:pPr>
              <w:pStyle w:val="Akapitzlist"/>
              <w:spacing w:after="12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695F36">
              <w:rPr>
                <w:rFonts w:ascii="Corbel" w:eastAsia="Cambria" w:hAnsi="Corbel"/>
                <w:sz w:val="24"/>
                <w:szCs w:val="24"/>
                <w:lang w:eastAsia="pl-PL"/>
              </w:rPr>
              <w:t>Aktywno</w:t>
            </w:r>
            <w:r w:rsidRPr="00695F36">
              <w:rPr>
                <w:rFonts w:ascii="Corbel" w:hAnsi="Corbel"/>
                <w:sz w:val="24"/>
                <w:szCs w:val="24"/>
              </w:rPr>
              <w:t xml:space="preserve">ść na zajęciach (realizowana w formie m.in. </w:t>
            </w:r>
            <w:r w:rsidR="00AB793A" w:rsidRPr="00695F36">
              <w:rPr>
                <w:rFonts w:ascii="Corbel" w:hAnsi="Corbel"/>
                <w:sz w:val="24"/>
                <w:szCs w:val="24"/>
              </w:rPr>
              <w:t xml:space="preserve">testów, </w:t>
            </w:r>
            <w:r w:rsidRPr="00695F36">
              <w:rPr>
                <w:rFonts w:ascii="Corbel" w:hAnsi="Corbel"/>
                <w:sz w:val="24"/>
                <w:szCs w:val="24"/>
              </w:rPr>
              <w:t>rozwiązywania kazusów, odpowiedzi ustnych lub pisemnych, przygotowywania krótkich prac pisemnych, gier edukacyjnych itd.) stanowiąca 40% oceny semestralnej.</w:t>
            </w:r>
            <w:r w:rsidR="00695F36" w:rsidRPr="007902BB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  <w:p w14:paraId="4626A35E" w14:textId="77777777" w:rsidR="00695F36" w:rsidRDefault="00695F36" w:rsidP="00695F36">
            <w:pPr>
              <w:pStyle w:val="Akapitzlist"/>
              <w:spacing w:after="12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  <w:p w14:paraId="53562A35" w14:textId="77777777" w:rsidR="00695F36" w:rsidRDefault="00695F36" w:rsidP="00695F36">
            <w:pPr>
              <w:pStyle w:val="Akapitzlist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W przypadku egzaminu lub zaliczenia w formie pisemnej na ocenę pozytywną należy udzielić przynajmniej 50% poprawnych odpowiedzi. W przypadku egzaminu ustnego konieczne jest udzielenie pełnej odpowiedzi na przynajmniej jedno pytanie.</w:t>
            </w:r>
          </w:p>
          <w:p w14:paraId="6CD8BBD1" w14:textId="0D1D5841" w:rsidR="0085747A" w:rsidRPr="006F0ADA" w:rsidRDefault="00695F36" w:rsidP="006F0ADA">
            <w:pPr>
              <w:pStyle w:val="Akapitzlist"/>
              <w:spacing w:after="12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Kryteria oceny: kompletność odpowiedzi, umiejętność posługiwania się terminologią, aktualny stan prawny.</w:t>
            </w:r>
          </w:p>
        </w:tc>
      </w:tr>
    </w:tbl>
    <w:p w14:paraId="067E1B32" w14:textId="77777777" w:rsidR="0085747A" w:rsidRPr="00695F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5F614" w14:textId="77777777" w:rsidR="009F4610" w:rsidRPr="00695F3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95F36">
        <w:rPr>
          <w:rFonts w:ascii="Corbel" w:hAnsi="Corbel"/>
          <w:b/>
          <w:sz w:val="24"/>
          <w:szCs w:val="24"/>
        </w:rPr>
        <w:t xml:space="preserve">5. </w:t>
      </w:r>
      <w:r w:rsidR="00C61DC5" w:rsidRPr="00695F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1E177C" w14:textId="77777777" w:rsidR="0085747A" w:rsidRPr="00695F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695F36" w14:paraId="14463190" w14:textId="77777777" w:rsidTr="006F0ADA">
        <w:tc>
          <w:tcPr>
            <w:tcW w:w="4962" w:type="dxa"/>
            <w:vAlign w:val="center"/>
          </w:tcPr>
          <w:p w14:paraId="6877CF0E" w14:textId="77777777" w:rsidR="0085747A" w:rsidRPr="00695F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95F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95F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4F3236" w14:textId="77777777" w:rsidR="0085747A" w:rsidRPr="00695F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95F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95F3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95F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95F36" w14:paraId="2714FA13" w14:textId="77777777" w:rsidTr="006F0ADA">
        <w:tc>
          <w:tcPr>
            <w:tcW w:w="4962" w:type="dxa"/>
          </w:tcPr>
          <w:p w14:paraId="63E82306" w14:textId="77777777" w:rsidR="0085747A" w:rsidRPr="00695F36" w:rsidRDefault="00C61DC5" w:rsidP="00F40B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G</w:t>
            </w:r>
            <w:r w:rsidR="0085747A" w:rsidRPr="00695F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95F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95F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95F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95F36">
              <w:rPr>
                <w:rFonts w:ascii="Corbel" w:hAnsi="Corbel"/>
                <w:sz w:val="24"/>
                <w:szCs w:val="24"/>
              </w:rPr>
              <w:t xml:space="preserve"> z</w:t>
            </w:r>
            <w:r w:rsidR="00F40BD8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695F3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5F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94827B" w14:textId="77777777" w:rsidR="005457AA" w:rsidRPr="00695F36" w:rsidRDefault="005457AA" w:rsidP="005457A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wykład – 30 godz.</w:t>
            </w:r>
          </w:p>
          <w:p w14:paraId="6B5E98B3" w14:textId="77777777" w:rsidR="0085747A" w:rsidRPr="00695F36" w:rsidRDefault="005457AA" w:rsidP="005457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ćwiczenia – 60 godz.</w:t>
            </w:r>
          </w:p>
        </w:tc>
      </w:tr>
      <w:tr w:rsidR="00C61DC5" w:rsidRPr="00695F36" w14:paraId="25A4EF97" w14:textId="77777777" w:rsidTr="006F0ADA">
        <w:tc>
          <w:tcPr>
            <w:tcW w:w="4962" w:type="dxa"/>
          </w:tcPr>
          <w:p w14:paraId="6ACA65DE" w14:textId="77777777" w:rsidR="00C61DC5" w:rsidRPr="00695F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1B2F3FA" w14:textId="77777777" w:rsidR="00C61DC5" w:rsidRPr="00695F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946A13F" w14:textId="77777777" w:rsidR="00C61DC5" w:rsidRPr="00695F36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10 godz. </w:t>
            </w:r>
          </w:p>
        </w:tc>
      </w:tr>
      <w:tr w:rsidR="00C61DC5" w:rsidRPr="00695F36" w14:paraId="3603140F" w14:textId="77777777" w:rsidTr="006F0ADA">
        <w:tc>
          <w:tcPr>
            <w:tcW w:w="4962" w:type="dxa"/>
          </w:tcPr>
          <w:p w14:paraId="43883784" w14:textId="77777777" w:rsidR="0071620A" w:rsidRPr="00695F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BC69D9D" w14:textId="77777777" w:rsidR="00C61DC5" w:rsidRPr="00695F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9987FE" w14:textId="77777777" w:rsidR="00C61DC5" w:rsidRPr="00695F36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75 godz.</w:t>
            </w:r>
          </w:p>
        </w:tc>
      </w:tr>
      <w:tr w:rsidR="0085747A" w:rsidRPr="00695F36" w14:paraId="68BF10E8" w14:textId="77777777" w:rsidTr="006F0ADA">
        <w:tc>
          <w:tcPr>
            <w:tcW w:w="4962" w:type="dxa"/>
          </w:tcPr>
          <w:p w14:paraId="2F2555CC" w14:textId="77777777" w:rsidR="0085747A" w:rsidRPr="00695F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6593E7D" w14:textId="77777777" w:rsidR="0085747A" w:rsidRPr="00695F36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695F36" w14:paraId="5DCF87DE" w14:textId="77777777" w:rsidTr="006F0ADA">
        <w:tc>
          <w:tcPr>
            <w:tcW w:w="4962" w:type="dxa"/>
          </w:tcPr>
          <w:p w14:paraId="04F889C6" w14:textId="77777777" w:rsidR="0085747A" w:rsidRPr="00695F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95F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CA1D36" w14:textId="77777777" w:rsidR="0085747A" w:rsidRPr="00695F36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7D9C3506" w14:textId="77777777" w:rsidR="0085747A" w:rsidRPr="00695F3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95F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95F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CAB1E2A" w14:textId="77777777" w:rsidR="003E1941" w:rsidRPr="00695F3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B11C2D" w14:textId="77777777" w:rsidR="0085747A" w:rsidRPr="00695F3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5F36">
        <w:rPr>
          <w:rFonts w:ascii="Corbel" w:hAnsi="Corbel"/>
          <w:smallCaps w:val="0"/>
          <w:szCs w:val="24"/>
        </w:rPr>
        <w:t xml:space="preserve">6. </w:t>
      </w:r>
      <w:r w:rsidR="0085747A" w:rsidRPr="00695F36">
        <w:rPr>
          <w:rFonts w:ascii="Corbel" w:hAnsi="Corbel"/>
          <w:smallCaps w:val="0"/>
          <w:szCs w:val="24"/>
        </w:rPr>
        <w:t>PRAKTYKI ZAWODOWE W RAMACH PRZEDMIOTU</w:t>
      </w:r>
      <w:r w:rsidRPr="00695F36">
        <w:rPr>
          <w:rFonts w:ascii="Corbel" w:hAnsi="Corbel"/>
          <w:smallCaps w:val="0"/>
          <w:szCs w:val="24"/>
        </w:rPr>
        <w:t xml:space="preserve"> </w:t>
      </w:r>
    </w:p>
    <w:p w14:paraId="5492F257" w14:textId="77777777" w:rsidR="0085747A" w:rsidRPr="00695F3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95F36" w14:paraId="77C7F754" w14:textId="77777777" w:rsidTr="006F0ADA">
        <w:trPr>
          <w:trHeight w:val="397"/>
        </w:trPr>
        <w:tc>
          <w:tcPr>
            <w:tcW w:w="3544" w:type="dxa"/>
          </w:tcPr>
          <w:p w14:paraId="2467E786" w14:textId="77777777" w:rsidR="0085747A" w:rsidRPr="00695F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29B315" w14:textId="77777777" w:rsidR="0085747A" w:rsidRPr="00695F36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</w:tr>
      <w:tr w:rsidR="0085747A" w:rsidRPr="00695F36" w14:paraId="4CD3D2FC" w14:textId="77777777" w:rsidTr="006F0ADA">
        <w:trPr>
          <w:trHeight w:val="397"/>
        </w:trPr>
        <w:tc>
          <w:tcPr>
            <w:tcW w:w="3544" w:type="dxa"/>
          </w:tcPr>
          <w:p w14:paraId="4D685564" w14:textId="77777777" w:rsidR="0085747A" w:rsidRPr="00695F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6A0AB2E" w14:textId="77777777" w:rsidR="0085747A" w:rsidRPr="00695F36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------------------------------------------</w:t>
            </w:r>
          </w:p>
        </w:tc>
      </w:tr>
    </w:tbl>
    <w:p w14:paraId="7551EE20" w14:textId="77777777" w:rsidR="003E1941" w:rsidRPr="00695F3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093702" w14:textId="77777777" w:rsidR="006F0ADA" w:rsidRDefault="006F0AD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32946FF" w14:textId="794EB1D5" w:rsidR="0085747A" w:rsidRPr="00695F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5F36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695F36">
        <w:rPr>
          <w:rFonts w:ascii="Corbel" w:hAnsi="Corbel"/>
          <w:smallCaps w:val="0"/>
          <w:szCs w:val="24"/>
        </w:rPr>
        <w:t>LITERATURA</w:t>
      </w:r>
      <w:r w:rsidRPr="00695F36">
        <w:rPr>
          <w:rFonts w:ascii="Corbel" w:hAnsi="Corbel"/>
          <w:smallCaps w:val="0"/>
          <w:szCs w:val="24"/>
        </w:rPr>
        <w:t xml:space="preserve"> </w:t>
      </w:r>
    </w:p>
    <w:p w14:paraId="41958AC4" w14:textId="77777777" w:rsidR="00675843" w:rsidRPr="00695F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95F36" w14:paraId="301280AF" w14:textId="77777777" w:rsidTr="006F0ADA">
        <w:trPr>
          <w:trHeight w:val="397"/>
        </w:trPr>
        <w:tc>
          <w:tcPr>
            <w:tcW w:w="7513" w:type="dxa"/>
          </w:tcPr>
          <w:p w14:paraId="20F94AC9" w14:textId="77777777" w:rsidR="0085747A" w:rsidRPr="006F0AD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F0AD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6B6C2BC" w14:textId="77777777" w:rsidR="00430F9C" w:rsidRPr="00695F36" w:rsidRDefault="005457AA" w:rsidP="00430F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Konstytucja Rzeczypospolitej Polskiej z dnia 2 kwietnia 1997 r. (Dz.U. 1997 nr 78 poz. 483). </w:t>
            </w:r>
          </w:p>
          <w:p w14:paraId="7C59653C" w14:textId="77777777" w:rsidR="005457AA" w:rsidRPr="00695F36" w:rsidRDefault="00695F36" w:rsidP="00430F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M. Granat, Prawo konstytucyjne. Pytania i odpowiedzi, 9 wydanie, Warszawa 2019.</w:t>
            </w:r>
          </w:p>
          <w:p w14:paraId="0C8D9ED1" w14:textId="77777777" w:rsidR="005457AA" w:rsidRPr="00695F36" w:rsidRDefault="005457AA" w:rsidP="005457AA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95F36" w14:paraId="7EFE6576" w14:textId="77777777" w:rsidTr="006F0ADA">
        <w:trPr>
          <w:trHeight w:val="397"/>
        </w:trPr>
        <w:tc>
          <w:tcPr>
            <w:tcW w:w="7513" w:type="dxa"/>
          </w:tcPr>
          <w:p w14:paraId="50DF7B5C" w14:textId="77777777" w:rsidR="005457AA" w:rsidRPr="006F0ADA" w:rsidRDefault="0085747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mallCaps w:val="0"/>
                <w:szCs w:val="24"/>
              </w:rPr>
            </w:pPr>
            <w:r w:rsidRPr="006F0AD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88C64B2" w14:textId="77777777" w:rsidR="005457AA" w:rsidRPr="00695F36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B. Banaszak, Prawo konstytucyjne, Warszawa 2015.</w:t>
            </w:r>
          </w:p>
          <w:p w14:paraId="2CFFC633" w14:textId="77777777" w:rsidR="005457AA" w:rsidRPr="00695F36" w:rsidRDefault="00695F36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L. Garlicki, Polskie prawo konstytucyjne. Zarys wykładu, Warszawa 2019.</w:t>
            </w:r>
          </w:p>
          <w:p w14:paraId="6B635B95" w14:textId="77777777" w:rsidR="005457AA" w:rsidRPr="00695F36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D. Górecki, Polskie Prawo konstytucyjne, Warszawa 2012.</w:t>
            </w:r>
          </w:p>
          <w:p w14:paraId="5DBD40CA" w14:textId="77777777" w:rsidR="005457AA" w:rsidRPr="00695F36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P. Sarnecki, Prawo konstytucyjne Rzeczypospolitej Polskiej, Warszawa 2014.</w:t>
            </w:r>
          </w:p>
          <w:p w14:paraId="406B6152" w14:textId="77777777" w:rsidR="005457AA" w:rsidRPr="00695F36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W. Skrzydło, Ustrój polityczny RP w świetle Konstytucji z 1997 r., </w:t>
            </w:r>
          </w:p>
          <w:p w14:paraId="72815BC1" w14:textId="77777777" w:rsidR="005457AA" w:rsidRPr="00695F36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67A9FA90" w14:textId="77777777" w:rsidR="0085747A" w:rsidRPr="00695F36" w:rsidRDefault="005457AA" w:rsidP="00B72CE7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Z. Witkowski, Prawo konstytucyjne, Toruń 2013.</w:t>
            </w:r>
          </w:p>
        </w:tc>
      </w:tr>
    </w:tbl>
    <w:p w14:paraId="00876971" w14:textId="77777777" w:rsidR="0085747A" w:rsidRPr="00695F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E4B40B" w14:textId="77777777" w:rsidR="0085747A" w:rsidRPr="00695F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DBF958" w14:textId="77777777" w:rsidR="0085747A" w:rsidRPr="00695F3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95F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95F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7AA80" w14:textId="77777777" w:rsidR="000A3554" w:rsidRDefault="000A3554" w:rsidP="00C16ABF">
      <w:pPr>
        <w:spacing w:after="0" w:line="240" w:lineRule="auto"/>
      </w:pPr>
      <w:r>
        <w:separator/>
      </w:r>
    </w:p>
  </w:endnote>
  <w:endnote w:type="continuationSeparator" w:id="0">
    <w:p w14:paraId="6449E0F8" w14:textId="77777777" w:rsidR="000A3554" w:rsidRDefault="000A35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5CAD9" w14:textId="77777777" w:rsidR="000A3554" w:rsidRDefault="000A3554" w:rsidP="00C16ABF">
      <w:pPr>
        <w:spacing w:after="0" w:line="240" w:lineRule="auto"/>
      </w:pPr>
      <w:r>
        <w:separator/>
      </w:r>
    </w:p>
  </w:footnote>
  <w:footnote w:type="continuationSeparator" w:id="0">
    <w:p w14:paraId="459AA3BD" w14:textId="77777777" w:rsidR="000A3554" w:rsidRDefault="000A3554" w:rsidP="00C16ABF">
      <w:pPr>
        <w:spacing w:after="0" w:line="240" w:lineRule="auto"/>
      </w:pPr>
      <w:r>
        <w:continuationSeparator/>
      </w:r>
    </w:p>
  </w:footnote>
  <w:footnote w:id="1">
    <w:p w14:paraId="5CFC36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929CB"/>
    <w:multiLevelType w:val="hybridMultilevel"/>
    <w:tmpl w:val="6532B81C"/>
    <w:lvl w:ilvl="0" w:tplc="9012A716">
      <w:start w:val="1"/>
      <w:numFmt w:val="bullet"/>
      <w:lvlText w:val=""/>
      <w:lvlJc w:val="left"/>
      <w:pPr>
        <w:ind w:left="14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AA4E53"/>
    <w:multiLevelType w:val="hybridMultilevel"/>
    <w:tmpl w:val="2796E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76E6C"/>
    <w:multiLevelType w:val="hybridMultilevel"/>
    <w:tmpl w:val="B04ABA80"/>
    <w:lvl w:ilvl="0" w:tplc="F6ACA98A">
      <w:start w:val="3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3138E"/>
    <w:multiLevelType w:val="multilevel"/>
    <w:tmpl w:val="DDDE4AA2"/>
    <w:lvl w:ilvl="0">
      <w:start w:val="3"/>
      <w:numFmt w:val="decimal"/>
      <w:lvlText w:val="%1"/>
      <w:lvlJc w:val="left"/>
      <w:pPr>
        <w:ind w:left="430" w:hanging="43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4" w:hanging="4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B4F7A"/>
    <w:multiLevelType w:val="hybridMultilevel"/>
    <w:tmpl w:val="D70A3F66"/>
    <w:lvl w:ilvl="0" w:tplc="D964752E">
      <w:start w:val="1"/>
      <w:numFmt w:val="upperLetter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D71B9"/>
    <w:multiLevelType w:val="hybridMultilevel"/>
    <w:tmpl w:val="2BF23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7C10A4"/>
    <w:multiLevelType w:val="multilevel"/>
    <w:tmpl w:val="1626EEE0"/>
    <w:lvl w:ilvl="0">
      <w:start w:val="3"/>
      <w:numFmt w:val="decimal"/>
      <w:lvlText w:val="%1."/>
      <w:lvlJc w:val="left"/>
      <w:pPr>
        <w:ind w:left="430" w:hanging="43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14" w:hanging="4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b/>
      </w:rPr>
    </w:lvl>
  </w:abstractNum>
  <w:abstractNum w:abstractNumId="11" w15:restartNumberingAfterBreak="0">
    <w:nsid w:val="6CF7033F"/>
    <w:multiLevelType w:val="hybridMultilevel"/>
    <w:tmpl w:val="5FEEA3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6"/>
  </w:num>
  <w:num w:numId="5">
    <w:abstractNumId w:val="10"/>
  </w:num>
  <w:num w:numId="6">
    <w:abstractNumId w:val="5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</w:num>
  <w:num w:numId="11">
    <w:abstractNumId w:val="0"/>
  </w:num>
  <w:num w:numId="1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D4F"/>
    <w:rsid w:val="00070ED6"/>
    <w:rsid w:val="000742DC"/>
    <w:rsid w:val="00084C12"/>
    <w:rsid w:val="0009462C"/>
    <w:rsid w:val="00094B12"/>
    <w:rsid w:val="00096C46"/>
    <w:rsid w:val="000A296F"/>
    <w:rsid w:val="000A2A28"/>
    <w:rsid w:val="000A3554"/>
    <w:rsid w:val="000B192D"/>
    <w:rsid w:val="000B28EE"/>
    <w:rsid w:val="000B3E37"/>
    <w:rsid w:val="000D04B0"/>
    <w:rsid w:val="000D5F36"/>
    <w:rsid w:val="000F1C57"/>
    <w:rsid w:val="000F5615"/>
    <w:rsid w:val="0011180C"/>
    <w:rsid w:val="00124BFF"/>
    <w:rsid w:val="0012560E"/>
    <w:rsid w:val="00127108"/>
    <w:rsid w:val="00134B13"/>
    <w:rsid w:val="00146BC0"/>
    <w:rsid w:val="00153C41"/>
    <w:rsid w:val="00154381"/>
    <w:rsid w:val="00154950"/>
    <w:rsid w:val="001640A7"/>
    <w:rsid w:val="00164FA7"/>
    <w:rsid w:val="00166A03"/>
    <w:rsid w:val="001718A7"/>
    <w:rsid w:val="001737CF"/>
    <w:rsid w:val="00176083"/>
    <w:rsid w:val="00192F37"/>
    <w:rsid w:val="001A70D2"/>
    <w:rsid w:val="001B5229"/>
    <w:rsid w:val="001D5EE6"/>
    <w:rsid w:val="001D657B"/>
    <w:rsid w:val="001D7B54"/>
    <w:rsid w:val="001E0209"/>
    <w:rsid w:val="001F2CA2"/>
    <w:rsid w:val="001F5D05"/>
    <w:rsid w:val="00201AC2"/>
    <w:rsid w:val="002144C0"/>
    <w:rsid w:val="0022477D"/>
    <w:rsid w:val="002278A9"/>
    <w:rsid w:val="00230BA0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C15"/>
    <w:rsid w:val="002D6B3E"/>
    <w:rsid w:val="002D73D4"/>
    <w:rsid w:val="002E7BA4"/>
    <w:rsid w:val="002F02A3"/>
    <w:rsid w:val="002F4ABE"/>
    <w:rsid w:val="002F5F03"/>
    <w:rsid w:val="002F639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686"/>
    <w:rsid w:val="00363F78"/>
    <w:rsid w:val="00394B6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2759"/>
    <w:rsid w:val="004652C2"/>
    <w:rsid w:val="004706D1"/>
    <w:rsid w:val="00471326"/>
    <w:rsid w:val="0047598D"/>
    <w:rsid w:val="00477799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1D3"/>
    <w:rsid w:val="00543ACC"/>
    <w:rsid w:val="005457AA"/>
    <w:rsid w:val="0056696D"/>
    <w:rsid w:val="0059484D"/>
    <w:rsid w:val="005A0855"/>
    <w:rsid w:val="005A3196"/>
    <w:rsid w:val="005C080F"/>
    <w:rsid w:val="005C55E5"/>
    <w:rsid w:val="005C696A"/>
    <w:rsid w:val="005D7EF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F36"/>
    <w:rsid w:val="00696477"/>
    <w:rsid w:val="006D050F"/>
    <w:rsid w:val="006D5EA8"/>
    <w:rsid w:val="006D6139"/>
    <w:rsid w:val="006E5D65"/>
    <w:rsid w:val="006F0ADA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97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57921"/>
    <w:rsid w:val="008606F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22F"/>
    <w:rsid w:val="008E64F4"/>
    <w:rsid w:val="008F12C9"/>
    <w:rsid w:val="008F6E29"/>
    <w:rsid w:val="00905F8E"/>
    <w:rsid w:val="00914C57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1A20"/>
    <w:rsid w:val="009E3B41"/>
    <w:rsid w:val="009F2DD9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93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246"/>
    <w:rsid w:val="00B62514"/>
    <w:rsid w:val="00B66529"/>
    <w:rsid w:val="00B72CE7"/>
    <w:rsid w:val="00B738B7"/>
    <w:rsid w:val="00B75946"/>
    <w:rsid w:val="00B8056E"/>
    <w:rsid w:val="00B819C8"/>
    <w:rsid w:val="00B82308"/>
    <w:rsid w:val="00B90885"/>
    <w:rsid w:val="00BA4567"/>
    <w:rsid w:val="00BB520A"/>
    <w:rsid w:val="00BD3869"/>
    <w:rsid w:val="00BD66E9"/>
    <w:rsid w:val="00BD6FF4"/>
    <w:rsid w:val="00BE39A8"/>
    <w:rsid w:val="00BE5C0B"/>
    <w:rsid w:val="00BF2C41"/>
    <w:rsid w:val="00C04E19"/>
    <w:rsid w:val="00C058B4"/>
    <w:rsid w:val="00C05F44"/>
    <w:rsid w:val="00C131B5"/>
    <w:rsid w:val="00C16ABF"/>
    <w:rsid w:val="00C170AE"/>
    <w:rsid w:val="00C26CB7"/>
    <w:rsid w:val="00C324C1"/>
    <w:rsid w:val="00C36640"/>
    <w:rsid w:val="00C36992"/>
    <w:rsid w:val="00C4790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4A0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B19"/>
    <w:rsid w:val="00E51E44"/>
    <w:rsid w:val="00E63348"/>
    <w:rsid w:val="00E74591"/>
    <w:rsid w:val="00E77E88"/>
    <w:rsid w:val="00E8107D"/>
    <w:rsid w:val="00E960BB"/>
    <w:rsid w:val="00EA2074"/>
    <w:rsid w:val="00EA4772"/>
    <w:rsid w:val="00EA4832"/>
    <w:rsid w:val="00EA4E9D"/>
    <w:rsid w:val="00EC4899"/>
    <w:rsid w:val="00ED03AB"/>
    <w:rsid w:val="00ED32D2"/>
    <w:rsid w:val="00ED4A53"/>
    <w:rsid w:val="00EE32DE"/>
    <w:rsid w:val="00EE5457"/>
    <w:rsid w:val="00F02972"/>
    <w:rsid w:val="00F070AB"/>
    <w:rsid w:val="00F17567"/>
    <w:rsid w:val="00F27A7B"/>
    <w:rsid w:val="00F40BD8"/>
    <w:rsid w:val="00F526AF"/>
    <w:rsid w:val="00F60097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3ED9"/>
  <w15:docId w15:val="{C10E5B07-7A1F-49EA-A6B3-661872B6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5D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5D0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5D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32E11-731F-4C43-9A26-E7057E957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10</Pages>
  <Words>2521</Words>
  <Characters>15132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2021-03-24T14:00:00Z</dcterms:created>
  <dcterms:modified xsi:type="dcterms:W3CDTF">2021-03-24T14:00:00Z</dcterms:modified>
</cp:coreProperties>
</file>